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618" w:rsidRDefault="00626983">
      <w:pPr>
        <w:pStyle w:val="Heading1"/>
        <w:spacing w:before="41"/>
      </w:pPr>
      <w:bookmarkStart w:id="0" w:name="_GoBack"/>
      <w:bookmarkEnd w:id="0"/>
      <w:r>
        <w:t>Credit Card Form</w:t>
      </w:r>
    </w:p>
    <w:p w:rsidR="00DA3618" w:rsidRDefault="00DA3618">
      <w:pPr>
        <w:pStyle w:val="BodyText"/>
        <w:rPr>
          <w:b/>
          <w:sz w:val="24"/>
        </w:rPr>
      </w:pPr>
    </w:p>
    <w:p w:rsidR="00DA3618" w:rsidRDefault="0036746D">
      <w:pPr>
        <w:spacing w:before="212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95250</wp:posOffset>
                </wp:positionV>
                <wp:extent cx="4134485" cy="229235"/>
                <wp:effectExtent l="6350" t="7620" r="2540" b="1270"/>
                <wp:wrapNone/>
                <wp:docPr id="199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4485" cy="229235"/>
                          <a:chOff x="3355" y="150"/>
                          <a:chExt cx="6511" cy="361"/>
                        </a:xfrm>
                      </wpg:grpSpPr>
                      <wps:wsp>
                        <wps:cNvPr id="200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3365" y="160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3860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3870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4362" y="1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4371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48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4871" y="160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5360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5370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5862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5872" y="160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63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6371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6861" y="1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6870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7362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7372" y="160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78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7871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83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8371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8863" y="1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8872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9362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9372" y="160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3360" y="155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3365" y="501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3846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3855" y="501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4347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43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4847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4856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5346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5355" y="501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5848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58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6347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63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6846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6856" y="501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7348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73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7847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78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8347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8356" y="501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8848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8858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9348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9357" y="501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9861" y="155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4228A" id="Group 200" o:spid="_x0000_s1026" style="position:absolute;margin-left:167.75pt;margin-top:7.5pt;width:325.55pt;height:18.05pt;z-index:251654656;mso-position-horizontal-relative:page" coordorigin="3355,150" coordsize="651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">
                <v:line id="Line 252" o:spid="_x0000_s1027" style="position:absolute;visibility:visible;mso-wrap-style:square" from="3365,160" to="386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" strokeweight=".48pt"/>
                <v:line id="Line 251" o:spid="_x0000_s1028" style="position:absolute;visibility:visible;mso-wrap-style:square" from="3860,160" to="387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07axAAAANw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zP4PZOOgFz/AAAA//8DAFBLAQItABQABgAIAAAAIQDb4fbL7gAAAIUBAAATAAAAAAAAAAAA&#10;AAAAAAAAAABbQ29udGVudF9UeXBlc10ueG1sUEsBAi0AFAAGAAgAAAAhAFr0LFu/AAAAFQEAAAsA&#10;AAAAAAAAAAAAAAAAHwEAAF9yZWxzLy5yZWxzUEsBAi0AFAAGAAgAAAAhAF77TtrEAAAA3AAAAA8A&#10;AAAAAAAAAAAAAAAABwIAAGRycy9kb3ducmV2LnhtbFBLBQYAAAAAAwADALcAAAD4AgAAAAA=&#10;" strokeweight=".48pt"/>
                <v:line id="Line 250" o:spid="_x0000_s1029" style="position:absolute;visibility:visible;mso-wrap-style:square" from="3870,160" to="43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Ct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bD7Uw6AnJzBQAA//8DAFBLAQItABQABgAIAAAAIQDb4fbL7gAAAIUBAAATAAAAAAAAAAAA&#10;AAAAAAAAAABbQ29udGVudF9UeXBlc10ueG1sUEsBAi0AFAAGAAgAAAAhAFr0LFu/AAAAFQEAAAsA&#10;AAAAAAAAAAAAAAAAHwEAAF9yZWxzLy5yZWxzUEsBAi0AFAAGAAgAAAAhAK4p0K3EAAAA3AAAAA8A&#10;AAAAAAAAAAAAAAAABwIAAGRycy9kb3ducmV2LnhtbFBLBQYAAAAAAwADALcAAAD4AgAAAAA=&#10;" strokeweight=".48pt"/>
                <v:line id="Line 249" o:spid="_x0000_s1030" style="position:absolute;visibility:visible;mso-wrap-style:square" from="4362,160" to="43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XU2xQAAANw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DBZXU2xQAAANwAAAAP&#10;AAAAAAAAAAAAAAAAAAcCAABkcnMvZG93bnJldi54bWxQSwUGAAAAAAMAAwC3AAAA+QIAAAAA&#10;" strokeweight=".48pt"/>
                <v:line id="Line 248" o:spid="_x0000_s1031" style="position:absolute;visibility:visible;mso-wrap-style:square" from="4371,160" to="48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O1CxQAAANw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BOjO1CxQAAANwAAAAP&#10;AAAAAAAAAAAAAAAAAAcCAABkcnMvZG93bnJldi54bWxQSwUGAAAAAAMAAwC3AAAA+QIAAAAA&#10;" strokeweight=".48pt"/>
                <v:line id="Line 247" o:spid="_x0000_s1032" style="position:absolute;visibility:visible;mso-wrap-style:square" from="4861,160" to="48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EjZxQAAANw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AhwEjZxQAAANwAAAAP&#10;AAAAAAAAAAAAAAAAAAcCAABkcnMvZG93bnJldi54bWxQSwUGAAAAAAMAAwC3AAAA+QIAAAAA&#10;" strokeweight=".48pt"/>
                <v:line id="Line 246" o:spid="_x0000_s1033" style="position:absolute;visibility:visible;mso-wrap-style:square" from="4871,160" to="536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tauxAAAANw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XP4O5OOgFz/AgAA//8DAFBLAQItABQABgAIAAAAIQDb4fbL7gAAAIUBAAATAAAAAAAAAAAA&#10;AAAAAAAAAABbQ29udGVudF9UeXBlc10ueG1sUEsBAi0AFAAGAAgAAAAhAFr0LFu/AAAAFQEAAAsA&#10;AAAAAAAAAAAAAAAAHwEAAF9yZWxzLy5yZWxzUEsBAi0AFAAGAAgAAAAhANES1q7EAAAA3AAAAA8A&#10;AAAAAAAAAAAAAAAABwIAAGRycy9kb3ducmV2LnhtbFBLBQYAAAAAAwADALcAAAD4AgAAAAA=&#10;" strokeweight=".48pt"/>
                <v:line id="Line 245" o:spid="_x0000_s1034" style="position:absolute;visibility:visible;mso-wrap-style:square" from="5360,160" to="537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nM1xAAAANw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eXwfyYdAbn5AwAA//8DAFBLAQItABQABgAIAAAAIQDb4fbL7gAAAIUBAAATAAAAAAAAAAAA&#10;AAAAAAAAAABbQ29udGVudF9UeXBlc10ueG1sUEsBAi0AFAAGAAgAAAAhAFr0LFu/AAAAFQEAAAsA&#10;AAAAAAAAAAAAAAAAHwEAAF9yZWxzLy5yZWxzUEsBAi0AFAAGAAgAAAAhAL5eczXEAAAA3AAAAA8A&#10;AAAAAAAAAAAAAAAABwIAAGRycy9kb3ducmV2LnhtbFBLBQYAAAAAAwADALcAAAD4AgAAAAA=&#10;" strokeweight=".48pt"/>
                <v:line id="Line 244" o:spid="_x0000_s1035" style="position:absolute;visibility:visible;mso-wrap-style:square" from="5370,160" to="58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edHwAAAANw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pbXpTDoCcv0LAAD//wMAUEsBAi0AFAAGAAgAAAAhANvh9svuAAAAhQEAABMAAAAAAAAAAAAAAAAA&#10;AAAAAFtDb250ZW50X1R5cGVzXS54bWxQSwECLQAUAAYACAAAACEAWvQsW78AAAAVAQAACwAAAAAA&#10;AAAAAAAAAAAfAQAAX3JlbHMvLnJlbHNQSwECLQAUAAYACAAAACEAz8HnR8AAAADcAAAADwAAAAAA&#10;AAAAAAAAAAAHAgAAZHJzL2Rvd25yZXYueG1sUEsFBgAAAAADAAMAtwAAAPQCAAAAAA==&#10;" strokeweight=".48pt"/>
                <v:line id="Line 243" o:spid="_x0000_s1036" style="position:absolute;visibility:visible;mso-wrap-style:square" from="5862,160" to="58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ULcxQAAANw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" strokeweight=".48pt"/>
                <v:line id="Line 242" o:spid="_x0000_s1037" style="position:absolute;visibility:visible;mso-wrap-style:square" from="5872,160" to="63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" strokeweight=".48pt"/>
                <v:line id="Line 241" o:spid="_x0000_s1038" style="position:absolute;visibility:visible;mso-wrap-style:square" from="6361,160" to="63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" strokeweight=".48pt"/>
                <v:line id="Line 240" o:spid="_x0000_s1039" style="position:absolute;visibility:visible;mso-wrap-style:square" from="6371,160" to="68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" strokeweight=".48pt"/>
                <v:line id="Line 239" o:spid="_x0000_s1040" style="position:absolute;visibility:visible;mso-wrap-style:square" from="6861,160" to="687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OPrxAAAANwAAAAPAAAAZHJzL2Rvd25yZXYueG1sRI9BawIx&#10;FITvBf9DeEJvNauF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ES84+vEAAAA3AAAAA8A&#10;AAAAAAAAAAAAAAAABwIAAGRycy9kb3ducmV2LnhtbFBLBQYAAAAAAwADALcAAAD4AgAAAAA=&#10;" strokeweight=".48pt"/>
                <v:line id="Line 238" o:spid="_x0000_s1041" style="position:absolute;visibility:visible;mso-wrap-style:square" from="6870,160" to="73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ufxAAAANwAAAAPAAAAZHJzL2Rvd25yZXYueG1sRI9BawIx&#10;FITvBf9DeEJvNauU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MtVe5/EAAAA3AAAAA8A&#10;AAAAAAAAAAAAAAAABwIAAGRycy9kb3ducmV2LnhtbFBLBQYAAAAAAwADALcAAAD4AgAAAAA=&#10;" strokeweight=".48pt"/>
                <v:line id="Line 237" o:spid="_x0000_s1042" style="position:absolute;visibility:visible;mso-wrap-style:square" from="7362,160" to="73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d4ExAAAANwAAAAPAAAAZHJzL2Rvd25yZXYueG1sRI9BawIx&#10;FITvBf9DeEJvNavQ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KQZ3gTEAAAA3AAAAA8A&#10;AAAAAAAAAAAAAAAABwIAAGRycy9kb3ducmV2LnhtbFBLBQYAAAAAAwADALcAAAD4AgAAAAA=&#10;" strokeweight=".48pt"/>
                <v:line id="Line 236" o:spid="_x0000_s1043" style="position:absolute;visibility:visible;mso-wrap-style:square" from="7372,160" to="78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" strokeweight=".48pt"/>
                <v:line id="Line 235" o:spid="_x0000_s1044" style="position:absolute;visibility:visible;mso-wrap-style:square" from="7861,160" to="78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" strokeweight=".48pt"/>
                <v:line id="Line 234" o:spid="_x0000_s1045" style="position:absolute;visibility:visible;mso-wrap-style:square" from="7871,160" to="83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" strokeweight=".48pt"/>
                <v:line id="Line 233" o:spid="_x0000_s1046" style="position:absolute;visibility:visible;mso-wrap-style:square" from="8361,160" to="83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" strokeweight=".48pt"/>
                <v:line id="Line 232" o:spid="_x0000_s1047" style="position:absolute;visibility:visible;mso-wrap-style:square" from="8371,160" to="8863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" strokeweight=".48pt"/>
                <v:line id="Line 231" o:spid="_x0000_s1048" style="position:absolute;visibility:visible;mso-wrap-style:square" from="8863,160" to="88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" strokeweight=".48pt"/>
                <v:line id="Line 230" o:spid="_x0000_s1049" style="position:absolute;visibility:visible;mso-wrap-style:square" from="8872,160" to="93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IzN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7D7Uw6AnJzBQAA//8DAFBLAQItABQABgAIAAAAIQDb4fbL7gAAAIUBAAATAAAAAAAAAAAA&#10;AAAAAAAAAABbQ29udGVudF9UeXBlc10ueG1sUEsBAi0AFAAGAAgAAAAhAFr0LFu/AAAAFQEAAAsA&#10;AAAAAAAAAAAAAAAAHwEAAF9yZWxzLy5yZWxzUEsBAi0AFAAGAAgAAAAhAOWcjM3EAAAA3AAAAA8A&#10;AAAAAAAAAAAAAAAABwIAAGRycy9kb3ducmV2LnhtbFBLBQYAAAAAAwADALcAAAD4AgAAAAA=&#10;" strokeweight=".48pt"/>
                <v:line id="Line 229" o:spid="_x0000_s1050" style="position:absolute;visibility:visible;mso-wrap-style:square" from="9362,160" to="93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ClWxAAAANwAAAAPAAAAZHJzL2Rvd25yZXYueG1sRI9Ba8JA&#10;FITvBf/D8gq91U1TqC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IrQKVbEAAAA3AAAAA8A&#10;AAAAAAAAAAAAAAAABwIAAGRycy9kb3ducmV2LnhtbFBLBQYAAAAAAwADALcAAAD4AgAAAAA=&#10;" strokeweight=".48pt"/>
                <v:line id="Line 228" o:spid="_x0000_s1051" style="position:absolute;visibility:visible;mso-wrap-style:square" from="9372,160" to="9856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bEixAAAANwAAAAPAAAAZHJzL2Rvd25yZXYueG1sRI9Ba8JA&#10;FITvBf/D8gq91U1DqS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AU5sSLEAAAA3AAAAA8A&#10;AAAAAAAAAAAAAAAABwIAAGRycy9kb3ducmV2LnhtbFBLBQYAAAAAAwADALcAAAD4AgAAAAA=&#10;" strokeweight=".48pt"/>
                <v:line id="Line 227" o:spid="_x0000_s1052" style="position:absolute;visibility:visible;mso-wrap-style:square" from="3360,155" to="3360,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RS5xAAAANwAAAAPAAAAZHJzL2Rvd25yZXYueG1sRI9Ba8JA&#10;FITvBf/D8gq91U0DrS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Gp1FLnEAAAA3AAAAA8A&#10;AAAAAAAAAAAAAAAABwIAAGRycy9kb3ducmV2LnhtbFBLBQYAAAAAAwADALcAAAD4AgAAAAA=&#10;" strokeweight=".48pt"/>
                <v:line id="Line 226" o:spid="_x0000_s1053" style="position:absolute;visibility:visible;mso-wrap-style:square" from="3365,501" to="3860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" strokeweight=".48pt"/>
                <v:line id="Line 225" o:spid="_x0000_s1054" style="position:absolute;visibility:visible;mso-wrap-style:square" from="3846,501" to="3855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" strokeweight=".48pt"/>
                <v:line id="Line 224" o:spid="_x0000_s1055" style="position:absolute;visibility:visible;mso-wrap-style:square" from="3855,501" to="43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" strokeweight=".48pt"/>
                <v:line id="Line 223" o:spid="_x0000_s1056" style="position:absolute;visibility:visible;mso-wrap-style:square" from="4347,501" to="4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" strokeweight=".48pt"/>
                <v:line id="Line 222" o:spid="_x0000_s1057" style="position:absolute;visibility:visible;mso-wrap-style:square" from="4357,501" to="48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" strokeweight=".48pt"/>
                <v:line id="Line 221" o:spid="_x0000_s1058" style="position:absolute;visibility:visible;mso-wrap-style:square" from="4847,501" to="48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4RnxAAAANwAAAAPAAAAZHJzL2Rvd25yZXYueG1sRI9BawIx&#10;FITvBf9DeEJvNauF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JCXhGfEAAAA3AAAAA8A&#10;AAAAAAAAAAAAAAAABwIAAGRycy9kb3ducmV2LnhtbFBLBQYAAAAAAwADALcAAAD4AgAAAAA=&#10;" strokeweight=".48pt"/>
                <v:line id="Line 220" o:spid="_x0000_s1059" style="position:absolute;visibility:visible;mso-wrap-style:square" from="4856,501" to="5360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" strokeweight=".48pt"/>
                <v:line id="Line 219" o:spid="_x0000_s1060" style="position:absolute;visibility:visible;mso-wrap-style:square" from="5346,501" to="5355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" strokeweight=".48pt"/>
                <v:line id="Line 218" o:spid="_x0000_s1061" style="position:absolute;visibility:visible;mso-wrap-style:square" from="5355,501" to="58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" strokeweight=".48pt"/>
                <v:line id="Line 217" o:spid="_x0000_s1062" style="position:absolute;visibility:visible;mso-wrap-style:square" from="5848,501" to="58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" strokeweight=".48pt"/>
                <v:line id="Line 216" o:spid="_x0000_s1063" style="position:absolute;visibility:visible;mso-wrap-style:square" from="5857,501" to="63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" strokeweight=".48pt"/>
                <v:line id="Line 215" o:spid="_x0000_s1064" style="position:absolute;visibility:visible;mso-wrap-style:square" from="6347,501" to="6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" strokeweight=".48pt"/>
                <v:line id="Line 214" o:spid="_x0000_s1065" style="position:absolute;visibility:visible;mso-wrap-style:square" from="6357,501" to="68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" strokeweight=".48pt"/>
                <v:line id="Line 213" o:spid="_x0000_s1066" style="position:absolute;visibility:visible;mso-wrap-style:square" from="6846,501" to="68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" strokeweight=".48pt"/>
                <v:line id="Line 212" o:spid="_x0000_s1067" style="position:absolute;visibility:visible;mso-wrap-style:square" from="6856,501" to="73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" strokeweight=".48pt"/>
                <v:line id="Line 211" o:spid="_x0000_s1068" style="position:absolute;visibility:visible;mso-wrap-style:square" from="7348,501" to="7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fcaxAAAANwAAAAPAAAAZHJzL2Rvd25yZXYueG1sRI9BawIx&#10;FITvBf9DeEJvNauU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MiR9xrEAAAA3AAAAA8A&#10;AAAAAAAAAAAAAAAABwIAAGRycy9kb3ducmV2LnhtbFBLBQYAAAAAAwADALcAAAD4AgAAAAA=&#10;" strokeweight=".48pt"/>
                <v:line id="Line 210" o:spid="_x0000_s1069" style="position:absolute;visibility:visible;mso-wrap-style:square" from="7357,501" to="78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" strokeweight=".48pt"/>
                <v:line id="Line 209" o:spid="_x0000_s1070" style="position:absolute;visibility:visible;mso-wrap-style:square" from="7847,501" to="78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" strokeweight=".48pt"/>
                <v:line id="Line 208" o:spid="_x0000_s1071" style="position:absolute;visibility:visible;mso-wrap-style:square" from="7857,501" to="83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" strokeweight=".48pt"/>
                <v:line id="Line 207" o:spid="_x0000_s1072" style="position:absolute;visibility:visible;mso-wrap-style:square" from="8347,501" to="83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" strokeweight=".48pt"/>
                <v:line id="Line 206" o:spid="_x0000_s1073" style="position:absolute;visibility:visible;mso-wrap-style:square" from="8356,501" to="8863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" strokeweight=".48pt"/>
                <v:line id="Line 205" o:spid="_x0000_s1074" style="position:absolute;visibility:visible;mso-wrap-style:square" from="8848,501" to="8858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" strokeweight=".48pt"/>
                <v:line id="Line 204" o:spid="_x0000_s1075" style="position:absolute;visibility:visible;mso-wrap-style:square" from="8858,501" to="93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" strokeweight=".48pt"/>
                <v:line id="Line 203" o:spid="_x0000_s1076" style="position:absolute;visibility:visible;mso-wrap-style:square" from="9348,501" to="9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" strokeweight=".48pt"/>
                <v:line id="Line 202" o:spid="_x0000_s1077" style="position:absolute;visibility:visible;mso-wrap-style:square" from="9357,501" to="98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" strokeweight=".48pt"/>
                <v:line id="Line 201" o:spid="_x0000_s1078" style="position:absolute;visibility:visible;mso-wrap-style:square" from="9861,155" to="9861,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GHHxAAAANwAAAAPAAAAZHJzL2Rvd25yZXYueG1sRI9BawIx&#10;FITvBf9DeEJvNavQ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E1IYcfEAAAA3A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626983">
        <w:t xml:space="preserve">Name                           </w:t>
      </w:r>
    </w:p>
    <w:p w:rsidR="00DA3618" w:rsidRDefault="00DA3618">
      <w:pPr>
        <w:pStyle w:val="BodyText"/>
        <w:rPr>
          <w:sz w:val="20"/>
        </w:rPr>
      </w:pPr>
    </w:p>
    <w:p w:rsidR="00DA3618" w:rsidRDefault="0036746D">
      <w:pPr>
        <w:pStyle w:val="BodyText"/>
        <w:spacing w:before="4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1" allowOverlap="1">
                <wp:simplePos x="0" y="0"/>
                <wp:positionH relativeFrom="page">
                  <wp:posOffset>855980</wp:posOffset>
                </wp:positionH>
                <wp:positionV relativeFrom="paragraph">
                  <wp:posOffset>209550</wp:posOffset>
                </wp:positionV>
                <wp:extent cx="777875" cy="571500"/>
                <wp:effectExtent l="0" t="1270" r="4445" b="0"/>
                <wp:wrapTopAndBottom/>
                <wp:docPr id="198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8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25"/>
                            </w:tblGrid>
                            <w:tr w:rsidR="00DA3618">
                              <w:trPr>
                                <w:trHeight w:val="280"/>
                              </w:trPr>
                              <w:tc>
                                <w:tcPr>
                                  <w:tcW w:w="1225" w:type="dxa"/>
                                </w:tcPr>
                                <w:p w:rsidR="00DA3618" w:rsidRDefault="00626983">
                                  <w:pPr>
                                    <w:pStyle w:val="TableParagraph"/>
                                    <w:spacing w:line="225" w:lineRule="exact"/>
                                    <w:ind w:left="200"/>
                                  </w:pPr>
                                  <w:r>
                                    <w:t>Address</w:t>
                                  </w:r>
                                </w:p>
                              </w:tc>
                            </w:tr>
                            <w:tr w:rsidR="00DA3618">
                              <w:trPr>
                                <w:trHeight w:val="320"/>
                              </w:trPr>
                              <w:tc>
                                <w:tcPr>
                                  <w:tcW w:w="1225" w:type="dxa"/>
                                </w:tcPr>
                                <w:p w:rsidR="00DA3618" w:rsidRDefault="00626983">
                                  <w:pPr>
                                    <w:pStyle w:val="TableParagraph"/>
                                    <w:spacing w:before="16"/>
                                    <w:ind w:left="200"/>
                                  </w:pPr>
                                  <w:r>
                                    <w:t>Suburb</w:t>
                                  </w:r>
                                </w:p>
                              </w:tc>
                            </w:tr>
                            <w:tr w:rsidR="00DA3618">
                              <w:trPr>
                                <w:trHeight w:val="260"/>
                              </w:trPr>
                              <w:tc>
                                <w:tcPr>
                                  <w:tcW w:w="1225" w:type="dxa"/>
                                </w:tcPr>
                                <w:p w:rsidR="00DA3618" w:rsidRDefault="00626983">
                                  <w:pPr>
                                    <w:pStyle w:val="TableParagraph"/>
                                    <w:spacing w:before="15" w:line="245" w:lineRule="exact"/>
                                    <w:ind w:left="200"/>
                                  </w:pPr>
                                  <w:r>
                                    <w:t>Postcode</w:t>
                                  </w:r>
                                </w:p>
                              </w:tc>
                            </w:tr>
                          </w:tbl>
                          <w:p w:rsidR="00DA3618" w:rsidRDefault="00DA361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9" o:spid="_x0000_s1026" type="#_x0000_t202" style="position:absolute;margin-left:67.4pt;margin-top:16.5pt;width:61.25pt;height:4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25"/>
                      </w:tblGrid>
                      <w:tr w:rsidR="00DA3618">
                        <w:trPr>
                          <w:trHeight w:val="280"/>
                        </w:trPr>
                        <w:tc>
                          <w:tcPr>
                            <w:tcW w:w="1225" w:type="dxa"/>
                          </w:tcPr>
                          <w:p w:rsidR="00DA3618" w:rsidRDefault="00626983">
                            <w:pPr>
                              <w:pStyle w:val="TableParagraph"/>
                              <w:spacing w:line="225" w:lineRule="exact"/>
                              <w:ind w:left="200"/>
                            </w:pPr>
                            <w:r>
                              <w:t>Address</w:t>
                            </w:r>
                          </w:p>
                        </w:tc>
                      </w:tr>
                      <w:tr w:rsidR="00DA3618">
                        <w:trPr>
                          <w:trHeight w:val="320"/>
                        </w:trPr>
                        <w:tc>
                          <w:tcPr>
                            <w:tcW w:w="1225" w:type="dxa"/>
                          </w:tcPr>
                          <w:p w:rsidR="00DA3618" w:rsidRDefault="00626983">
                            <w:pPr>
                              <w:pStyle w:val="TableParagraph"/>
                              <w:spacing w:before="16"/>
                              <w:ind w:left="200"/>
                            </w:pPr>
                            <w:r>
                              <w:t>Suburb</w:t>
                            </w:r>
                          </w:p>
                        </w:tc>
                      </w:tr>
                      <w:tr w:rsidR="00DA3618">
                        <w:trPr>
                          <w:trHeight w:val="260"/>
                        </w:trPr>
                        <w:tc>
                          <w:tcPr>
                            <w:tcW w:w="1225" w:type="dxa"/>
                          </w:tcPr>
                          <w:p w:rsidR="00DA3618" w:rsidRDefault="00626983">
                            <w:pPr>
                              <w:pStyle w:val="TableParagraph"/>
                              <w:spacing w:before="15" w:line="245" w:lineRule="exact"/>
                              <w:ind w:left="200"/>
                            </w:pPr>
                            <w:r>
                              <w:t>Postcode</w:t>
                            </w:r>
                          </w:p>
                        </w:tc>
                      </w:tr>
                    </w:tbl>
                    <w:p w:rsidR="00DA3618" w:rsidRDefault="00DA3618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>
                <wp:simplePos x="0" y="0"/>
                <wp:positionH relativeFrom="page">
                  <wp:posOffset>2181225</wp:posOffset>
                </wp:positionH>
                <wp:positionV relativeFrom="paragraph">
                  <wp:posOffset>143510</wp:posOffset>
                </wp:positionV>
                <wp:extent cx="4135755" cy="660400"/>
                <wp:effectExtent l="9525" t="1905" r="7620" b="4445"/>
                <wp:wrapTopAndBottom/>
                <wp:docPr id="121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5755" cy="660400"/>
                          <a:chOff x="3435" y="226"/>
                          <a:chExt cx="6513" cy="1040"/>
                        </a:xfrm>
                      </wpg:grpSpPr>
                      <wps:wsp>
                        <wps:cNvPr id="122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3445" y="236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3942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3951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4441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4451" y="236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4940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4950" y="23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5442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5451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5941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5951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6441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6450" y="23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6942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6952" y="236"/>
                            <a:ext cx="5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7537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7547" y="236"/>
                            <a:ext cx="39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7941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7950" y="236"/>
                            <a:ext cx="4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8443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8452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8942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8952" y="236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9441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9451" y="236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9943" y="231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3445" y="575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3942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3951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4441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451" y="575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4940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950" y="575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5442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5451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5941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951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6441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6450" y="575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6942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6952" y="575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7542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7552" y="575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7941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7950" y="575"/>
                            <a:ext cx="4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8443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8452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8942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8952" y="575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9441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9451" y="575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7537" y="570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3445" y="915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3942" y="91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3951" y="91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4441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4451" y="915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4940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4950" y="915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5447" y="91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5456" y="915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5941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5951" y="91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6441" y="91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6450" y="915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6942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6952" y="915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3440" y="231"/>
                            <a:ext cx="0" cy="103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3445" y="1256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3927" y="125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3937" y="1256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4427" y="125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4436" y="1256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4926" y="125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4935" y="1256"/>
                            <a:ext cx="50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5442" y="911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9C785" id="Group 122" o:spid="_x0000_s1026" style="position:absolute;margin-left:171.75pt;margin-top:11.3pt;width:325.65pt;height:52pt;z-index:251653632;mso-wrap-distance-left:0;mso-wrap-distance-right:0;mso-position-horizontal-relative:page" coordorigin="3435,226" coordsize="6513,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">
                <v:line id="Line 198" o:spid="_x0000_s1027" style="position:absolute;visibility:visible;mso-wrap-style:square" from="3445,236" to="39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" strokeweight=".48pt"/>
                <v:line id="Line 197" o:spid="_x0000_s1028" style="position:absolute;visibility:visible;mso-wrap-style:square" from="3942,236" to="39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gqwgAAANwAAAAPAAAAZHJzL2Rvd25yZXYueG1sRE/JasMw&#10;EL0H8g9iCr0lclNI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BR9UgqwgAAANwAAAAPAAAA&#10;AAAAAAAAAAAAAAcCAABkcnMvZG93bnJldi54bWxQSwUGAAAAAAMAAwC3AAAA9gIAAAAA&#10;" strokeweight=".48pt"/>
                <v:line id="Line 196" o:spid="_x0000_s1029" style="position:absolute;visibility:visible;mso-wrap-style:square" from="3951,236" to="44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NBewgAAANwAAAAPAAAAZHJzL2Rvd25yZXYueG1sRE/JasMw&#10;EL0H8g9iCr0lckNJ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DeHNBewgAAANwAAAAPAAAA&#10;AAAAAAAAAAAAAAcCAABkcnMvZG93bnJldi54bWxQSwUGAAAAAAMAAwC3AAAA9gIAAAAA&#10;" strokeweight=".48pt"/>
                <v:line id="Line 195" o:spid="_x0000_s1030" style="position:absolute;visibility:visible;mso-wrap-style:square" from="4441,236" to="44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HXFwgAAANwAAAAPAAAAZHJzL2Rvd25yZXYueG1sRE/JasMw&#10;EL0H8g9iCr0lcgNN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CxUHXFwgAAANwAAAAPAAAA&#10;AAAAAAAAAAAAAAcCAABkcnMvZG93bnJldi54bWxQSwUGAAAAAAMAAwC3AAAA9gIAAAAA&#10;" strokeweight=".48pt"/>
                <v:line id="Line 194" o:spid="_x0000_s1031" style="position:absolute;visibility:visible;mso-wrap-style:square" from="4451,236" to="494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" strokeweight=".48pt"/>
                <v:line id="Line 193" o:spid="_x0000_s1032" style="position:absolute;visibility:visible;mso-wrap-style:square" from="4940,236" to="495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" strokeweight=".48pt"/>
                <v:line id="Line 192" o:spid="_x0000_s1033" style="position:absolute;visibility:visible;mso-wrap-style:square" from="4950,236" to="54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" strokeweight=".48pt"/>
                <v:line id="Line 191" o:spid="_x0000_s1034" style="position:absolute;visibility:visible;mso-wrap-style:square" from="5442,236" to="54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" strokeweight=".48pt"/>
                <v:line id="Line 190" o:spid="_x0000_s1035" style="position:absolute;visibility:visible;mso-wrap-style:square" from="5451,236" to="59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kCAxQAAANwAAAAPAAAAZHJzL2Rvd25yZXYueG1sRI9BS8NA&#10;EIXvgv9hmYI3u6mC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Ak/kCAxQAAANwAAAAP&#10;AAAAAAAAAAAAAAAAAAcCAABkcnMvZG93bnJldi54bWxQSwUGAAAAAAMAAwC3AAAA+QIAAAAA&#10;" strokeweight=".48pt"/>
                <v:line id="Line 189" o:spid="_x0000_s1036" style="position:absolute;visibility:visible;mso-wrap-style:square" from="5941,236" to="59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uUb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BLsuUbwgAAANwAAAAPAAAA&#10;AAAAAAAAAAAAAAcCAABkcnMvZG93bnJldi54bWxQSwUGAAAAAAMAAwC3AAAA9gIAAAAA&#10;" strokeweight=".48pt"/>
                <v:line id="Line 188" o:spid="_x0000_s1037" style="position:absolute;visibility:visible;mso-wrap-style:square" from="5951,236" to="64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HtswgAAANwAAAAPAAAAZHJzL2Rvd25yZXYueG1sRE/JasMw&#10;EL0H8g9iCr0lclNI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C7YHtswgAAANwAAAAPAAAA&#10;AAAAAAAAAAAAAAcCAABkcnMvZG93bnJldi54bWxQSwUGAAAAAAMAAwC3AAAA9gIAAAAA&#10;" strokeweight=".48pt"/>
                <v:line id="Line 187" o:spid="_x0000_s1038" style="position:absolute;visibility:visible;mso-wrap-style:square" from="6441,236" to="645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N73wgAAANwAAAAPAAAAZHJzL2Rvd25yZXYueG1sRE9LawIx&#10;EL4L/ocwhd40W4U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DULN73wgAAANwAAAAPAAAA&#10;AAAAAAAAAAAAAAcCAABkcnMvZG93bnJldi54bWxQSwUGAAAAAAMAAwC3AAAA9gIAAAAA&#10;" strokeweight=".48pt"/>
                <v:line id="Line 186" o:spid="_x0000_s1039" style="position:absolute;visibility:visible;mso-wrap-style:square" from="6450,236" to="69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" strokeweight=".48pt"/>
                <v:line id="Line 185" o:spid="_x0000_s1040" style="position:absolute;visibility:visible;mso-wrap-style:square" from="6942,236" to="69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" strokeweight=".48pt"/>
                <v:line id="Line 184" o:spid="_x0000_s1041" style="position:absolute;visibility:visible;mso-wrap-style:square" from="6952,236" to="7537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31vwgAAANwAAAAPAAAAZHJzL2Rvd25yZXYueG1sRE/fa8Iw&#10;EH4f+D+EG+xtpnOg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DEW31vwgAAANwAAAAPAAAA&#10;AAAAAAAAAAAAAAcCAABkcnMvZG93bnJldi54bWxQSwUGAAAAAAMAAwC3AAAA9gIAAAAA&#10;" strokeweight=".48pt"/>
                <v:line id="Line 183" o:spid="_x0000_s1042" style="position:absolute;visibility:visible;mso-wrap-style:square" from="7537,236" to="7547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9j0wgAAANwAAAAPAAAAZHJzL2Rvd25yZXYueG1sRE/JasMw&#10;EL0H8g9iAr0lcluI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CrF9j0wgAAANwAAAAPAAAA&#10;AAAAAAAAAAAAAAcCAABkcnMvZG93bnJldi54bWxQSwUGAAAAAAMAAwC3AAAA9gIAAAAA&#10;" strokeweight=".48pt"/>
                <v:line id="Line 182" o:spid="_x0000_s1043" style="position:absolute;visibility:visible;mso-wrap-style:square" from="7547,236" to="79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EyGxQAAANwAAAAPAAAAZHJzL2Rvd25yZXYueG1sRI9BS8NA&#10;EIXvgv9hmYI3u6mC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DaiEyGxQAAANwAAAAP&#10;AAAAAAAAAAAAAAAAAAcCAABkcnMvZG93bnJldi54bWxQSwUGAAAAAAMAAwC3AAAA+QIAAAAA&#10;" strokeweight=".48pt"/>
                <v:line id="Line 181" o:spid="_x0000_s1044" style="position:absolute;visibility:visible;mso-wrap-style:square" from="7941,236" to="795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OkdwgAAANwAAAAPAAAAZHJzL2Rvd25yZXYueG1sRE/fa8Iw&#10;EH4X/B/CCb5pugm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C1xOkdwgAAANwAAAAPAAAA&#10;AAAAAAAAAAAAAAcCAABkcnMvZG93bnJldi54bWxQSwUGAAAAAAMAAwC3AAAA9gIAAAAA&#10;" strokeweight=".48pt"/>
                <v:line id="Line 180" o:spid="_x0000_s1045" style="position:absolute;visibility:visible;mso-wrap-style:square" from="7950,236" to="8443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DP9xQAAANwAAAAPAAAAZHJzL2Rvd25yZXYueG1sRI9BS8NA&#10;EIXvgv9hmYI3u6mI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B8+DP9xQAAANwAAAAP&#10;AAAAAAAAAAAAAAAAAAcCAABkcnMvZG93bnJldi54bWxQSwUGAAAAAAMAAwC3AAAA+QIAAAAA&#10;" strokeweight=".48pt"/>
                <v:line id="Line 179" o:spid="_x0000_s1046" style="position:absolute;visibility:visible;mso-wrap-style:square" from="8443,236" to="84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JZmwgAAANwAAAAPAAAAZHJzL2Rvd25yZXYueG1sRE/fa8Iw&#10;EH4X9j+EG+xNU2XM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ATtJZmwgAAANwAAAAPAAAA&#10;AAAAAAAAAAAAAAcCAABkcnMvZG93bnJldi54bWxQSwUGAAAAAAMAAwC3AAAA9gIAAAAA&#10;" strokeweight=".48pt"/>
                <v:line id="Line 178" o:spid="_x0000_s1047" style="position:absolute;visibility:visible;mso-wrap-style:square" from="8452,236" to="89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ggRwgAAANwAAAAPAAAAZHJzL2Rvd25yZXYueG1sRE/JasMw&#10;EL0H8g9iCr0lckNJ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DjZggRwgAAANwAAAAPAAAA&#10;AAAAAAAAAAAAAAcCAABkcnMvZG93bnJldi54bWxQSwUGAAAAAAMAAwC3AAAA9gIAAAAA&#10;" strokeweight=".48pt"/>
                <v:line id="Line 177" o:spid="_x0000_s1048" style="position:absolute;visibility:visible;mso-wrap-style:square" from="8942,236" to="89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" strokeweight=".48pt"/>
                <v:line id="Line 176" o:spid="_x0000_s1049" style="position:absolute;visibility:visible;mso-wrap-style:square" from="8952,236" to="94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zX+wgAAANwAAAAPAAAAZHJzL2Rvd25yZXYueG1sRE9LawIx&#10;EL4L/ocwhd40W5E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ADwzX+wgAAANwAAAAPAAAA&#10;AAAAAAAAAAAAAAcCAABkcnMvZG93bnJldi54bWxQSwUGAAAAAAMAAwC3AAAA9gIAAAAA&#10;" strokeweight=".48pt"/>
                <v:line id="Line 175" o:spid="_x0000_s1050" style="position:absolute;visibility:visible;mso-wrap-style:square" from="9441,236" to="94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" strokeweight=".48pt"/>
                <v:line id="Line 174" o:spid="_x0000_s1051" style="position:absolute;visibility:visible;mso-wrap-style:square" from="9451,236" to="9938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Q4SwgAAANwAAAAPAAAAZHJzL2Rvd25yZXYueG1sRE/fa8Iw&#10;EH4f+D+EG+xtppOh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CcXQ4SwgAAANwAAAAPAAAA&#10;AAAAAAAAAAAAAAcCAABkcnMvZG93bnJldi54bWxQSwUGAAAAAAMAAwC3AAAA9gIAAAAA&#10;" strokeweight=".48pt"/>
                <v:line id="Line 173" o:spid="_x0000_s1052" style="position:absolute;visibility:visible;mso-wrap-style:square" from="9943,231" to="9943,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auJwgAAANwAAAAPAAAAZHJzL2Rvd25yZXYueG1sRE/JasMw&#10;EL0H8g9iAr0lckuJ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DzEauJwgAAANwAAAAPAAAA&#10;AAAAAAAAAAAAAAcCAABkcnMvZG93bnJldi54bWxQSwUGAAAAAAMAAwC3AAAA9gIAAAAA&#10;" strokeweight=".48pt"/>
                <v:line id="Line 172" o:spid="_x0000_s1053" style="position:absolute;visibility:visible;mso-wrap-style:square" from="3445,575" to="39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j/7xQAAANwAAAAPAAAAZHJzL2Rvd25yZXYueG1sRI9BS8NA&#10;EIXvgv9hmYI3u6mI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CCjj/7xQAAANwAAAAP&#10;AAAAAAAAAAAAAAAAAAcCAABkcnMvZG93bnJldi54bWxQSwUGAAAAAAMAAwC3AAAA+QIAAAAA&#10;" strokeweight=".48pt"/>
                <v:line id="Line 171" o:spid="_x0000_s1054" style="position:absolute;visibility:visible;mso-wrap-style:square" from="3942,575" to="39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ppgwgAAANwAAAAPAAAAZHJzL2Rvd25yZXYueG1sRE/fa8Iw&#10;EH4X/B/CCb5puiG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DtwppgwgAAANwAAAAPAAAA&#10;AAAAAAAAAAAAAAcCAABkcnMvZG93bnJldi54bWxQSwUGAAAAAAMAAwC3AAAA9gIAAAAA&#10;" strokeweight=".48pt"/>
                <v:line id="Line 170" o:spid="_x0000_s1055" style="position:absolute;visibility:visible;mso-wrap-style:square" from="3951,575" to="44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aUgxQAAANwAAAAPAAAAZHJzL2Rvd25yZXYueG1sRI9BS8NA&#10;EIXvgv9hmYI3u6mg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D5IaUgxQAAANwAAAAP&#10;AAAAAAAAAAAAAAAAAAcCAABkcnMvZG93bnJldi54bWxQSwUGAAAAAAMAAwC3AAAA+QIAAAAA&#10;" strokeweight=".48pt"/>
                <v:line id="Line 169" o:spid="_x0000_s1056" style="position:absolute;visibility:visible;mso-wrap-style:square" from="4441,575" to="44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C7wgAAANwAAAAPAAAAZHJzL2Rvd25yZXYueG1sRE/fa8Iw&#10;EH4X9j+EG+xNU4XN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CWbQC7wgAAANwAAAAPAAAA&#10;AAAAAAAAAAAAAAcCAABkcnMvZG93bnJldi54bWxQSwUGAAAAAAMAAwC3AAAA9gIAAAAA&#10;" strokeweight=".48pt"/>
                <v:line id="Line 168" o:spid="_x0000_s1057" style="position:absolute;visibility:visible;mso-wrap-style:square" from="4451,575" to="494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57MwgAAANwAAAAPAAAAZHJzL2Rvd25yZXYueG1sRE/JasMw&#10;EL0H8g9iCr0lcgNN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Bmv57MwgAAANwAAAAPAAAA&#10;AAAAAAAAAAAAAAcCAABkcnMvZG93bnJldi54bWxQSwUGAAAAAAMAAwC3AAAA9gIAAAAA&#10;" strokeweight=".48pt"/>
                <v:line id="Line 167" o:spid="_x0000_s1058" style="position:absolute;visibility:visible;mso-wrap-style:square" from="4940,575" to="495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" strokeweight=".48pt"/>
                <v:line id="Line 166" o:spid="_x0000_s1059" style="position:absolute;visibility:visible;mso-wrap-style:square" from="4950,575" to="54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" strokeweight=".48pt"/>
                <v:line id="Line 165" o:spid="_x0000_s1060" style="position:absolute;visibility:visible;mso-wrap-style:square" from="5442,575" to="54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ga4wgAAANwAAAAPAAAAZHJzL2Rvd25yZXYueG1sRE9LawIx&#10;EL4L/ocwhd40W8E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DpVga4wgAAANwAAAAPAAAA&#10;AAAAAAAAAAAAAAcCAABkcnMvZG93bnJldi54bWxQSwUGAAAAAAMAAwC3AAAA9gIAAAAA&#10;" strokeweight=".48pt"/>
                <v:line id="Line 164" o:spid="_x0000_s1061" style="position:absolute;visibility:visible;mso-wrap-style:square" from="5451,575" to="59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JjPwgAAANwAAAAPAAAAZHJzL2Rvd25yZXYueG1sRE/fa8Iw&#10;EH4f+D+EG+xtphOm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AZhJjPwgAAANwAAAAPAAAA&#10;AAAAAAAAAAAAAAcCAABkcnMvZG93bnJldi54bWxQSwUGAAAAAAMAAwC3AAAA9gIAAAAA&#10;" strokeweight=".48pt"/>
                <v:line id="Line 163" o:spid="_x0000_s1062" style="position:absolute;visibility:visible;mso-wrap-style:square" from="5941,575" to="59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D1UwgAAANwAAAAPAAAAZHJzL2Rvd25yZXYueG1sRE/JasMw&#10;EL0H8g9iAr0lcguN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B2yD1UwgAAANwAAAAPAAAA&#10;AAAAAAAAAAAAAAcCAABkcnMvZG93bnJldi54bWxQSwUGAAAAAAMAAwC3AAAA9gIAAAAA&#10;" strokeweight=".48pt"/>
                <v:line id="Line 162" o:spid="_x0000_s1063" style="position:absolute;visibility:visible;mso-wrap-style:square" from="5951,575" to="64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6kmxQAAANwAAAAPAAAAZHJzL2Rvd25yZXYueG1sRI9BS8NA&#10;EIXvgv9hmYI3u6mg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AHV6kmxQAAANwAAAAP&#10;AAAAAAAAAAAAAAAAAAcCAABkcnMvZG93bnJldi54bWxQSwUGAAAAAAMAAwC3AAAA+QIAAAAA&#10;" strokeweight=".48pt"/>
                <v:line id="Line 161" o:spid="_x0000_s1064" style="position:absolute;visibility:visible;mso-wrap-style:square" from="6441,575" to="645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wy9wgAAANwAAAAPAAAAZHJzL2Rvd25yZXYueG1sRE/fa8Iw&#10;EH4X/B/CCb5puoG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BoGwy9wgAAANwAAAAPAAAA&#10;AAAAAAAAAAAAAAcCAABkcnMvZG93bnJldi54bWxQSwUGAAAAAAMAAwC3AAAA9gIAAAAA&#10;" strokeweight=".48pt"/>
                <v:line id="Line 160" o:spid="_x0000_s1065" style="position:absolute;visibility:visible;mso-wrap-style:square" from="6450,575" to="69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" strokeweight=".48pt"/>
                <v:line id="Line 159" o:spid="_x0000_s1066" style="position:absolute;visibility:visible;mso-wrap-style:square" from="6942,575" to="69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" strokeweight=".48pt"/>
                <v:line id="Line 158" o:spid="_x0000_s1067" style="position:absolute;visibility:visible;mso-wrap-style:square" from="6952,575" to="7533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" strokeweight=".48pt"/>
                <v:line id="Line 157" o:spid="_x0000_s1068" style="position:absolute;visibility:visible;mso-wrap-style:square" from="7542,575" to="75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/HqwgAAANwAAAAPAAAAZHJzL2Rvd25yZXYueG1sRE/fa8Iw&#10;EH4f+D+EG+xtpnOg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DHn/HqwgAAANwAAAAPAAAA&#10;AAAAAAAAAAAAAAcCAABkcnMvZG93bnJldi54bWxQSwUGAAAAAAMAAwC3AAAA9gIAAAAA&#10;" strokeweight=".48pt"/>
                <v:line id="Line 156" o:spid="_x0000_s1069" style="position:absolute;visibility:visible;mso-wrap-style:square" from="7552,575" to="79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mewgAAANwAAAAPAAAAZHJzL2Rvd25yZXYueG1sRE/fa8Iw&#10;EH4f+D+EG+xtppOh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BIdmmewgAAANwAAAAPAAAA&#10;AAAAAAAAAAAAAAcCAABkcnMvZG93bnJldi54bWxQSwUGAAAAAAMAAwC3AAAA9gIAAAAA&#10;" strokeweight=".48pt"/>
                <v:line id="Line 155" o:spid="_x0000_s1070" style="position:absolute;visibility:visible;mso-wrap-style:square" from="7941,575" to="795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swFwgAAANwAAAAPAAAAZHJzL2Rvd25yZXYueG1sRE/fa8Iw&#10;EH4f+D+EG+xtphOm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AnOswFwgAAANwAAAAPAAAA&#10;AAAAAAAAAAAAAAcCAABkcnMvZG93bnJldi54bWxQSwUGAAAAAAMAAwC3AAAA9gIAAAAA&#10;" strokeweight=".48pt"/>
                <v:line id="Line 154" o:spid="_x0000_s1071" style="position:absolute;visibility:visible;mso-wrap-style:square" from="7950,575" to="8443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" strokeweight=".48pt"/>
                <v:line id="Line 153" o:spid="_x0000_s1072" style="position:absolute;visibility:visible;mso-wrap-style:square" from="8443,575" to="84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" strokeweight=".48pt"/>
                <v:line id="Line 152" o:spid="_x0000_s1073" style="position:absolute;visibility:visible;mso-wrap-style:square" from="8452,575" to="89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" strokeweight=".48pt"/>
                <v:line id="Line 151" o:spid="_x0000_s1074" style="position:absolute;visibility:visible;mso-wrap-style:square" from="8942,575" to="89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8YA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" strokeweight=".48pt"/>
                <v:line id="Line 150" o:spid="_x0000_s1075" style="position:absolute;visibility:visible;mso-wrap-style:square" from="8952,575" to="94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" strokeweight=".48pt"/>
                <v:line id="Line 149" o:spid="_x0000_s1076" style="position:absolute;visibility:visible;mso-wrap-style:square" from="9441,575" to="94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" strokeweight=".48pt"/>
                <v:line id="Line 148" o:spid="_x0000_s1077" style="position:absolute;visibility:visible;mso-wrap-style:square" from="9451,575" to="9938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" strokeweight=".48pt"/>
                <v:line id="Line 147" o:spid="_x0000_s1078" style="position:absolute;visibility:visible;mso-wrap-style:square" from="7537,570" to="7537,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mc3wgAAANwAAAAPAAAAZHJzL2Rvd25yZXYueG1sRE/JasMw&#10;EL0H8g9iAr0lcluI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BCRmc3wgAAANwAAAAPAAAA&#10;AAAAAAAAAAAAAAcCAABkcnMvZG93bnJldi54bWxQSwUGAAAAAAMAAwC3AAAA9gIAAAAA&#10;" strokeweight=".48pt"/>
                <v:line id="Line 146" o:spid="_x0000_s1079" style="position:absolute;visibility:visible;mso-wrap-style:square" from="3445,915" to="3942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/9DwgAAANwAAAAPAAAAZHJzL2Rvd25yZXYueG1sRE/JasMw&#10;EL0H8g9iAr0lckuJ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DNr/9DwgAAANwAAAAPAAAA&#10;AAAAAAAAAAAAAAcCAABkcnMvZG93bnJldi54bWxQSwUGAAAAAAMAAwC3AAAA9gIAAAAA&#10;" strokeweight=".48pt"/>
                <v:line id="Line 145" o:spid="_x0000_s1080" style="position:absolute;visibility:visible;mso-wrap-style:square" from="3942,915" to="395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1rYwgAAANwAAAAPAAAAZHJzL2Rvd25yZXYueG1sRE/JasMw&#10;EL0H8g9iAr0lcguN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Ci41rYwgAAANwAAAAPAAAA&#10;AAAAAAAAAAAAAAcCAABkcnMvZG93bnJldi54bWxQSwUGAAAAAAMAAwC3AAAA9gIAAAAA&#10;" strokeweight=".48pt"/>
                <v:line id="Line 144" o:spid="_x0000_s1081" style="position:absolute;visibility:visible;mso-wrap-style:square" from="3951,915" to="444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" strokeweight=".48pt"/>
                <v:line id="Line 143" o:spid="_x0000_s1082" style="position:absolute;visibility:visible;mso-wrap-style:square" from="4441,915" to="445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WE0wgAAANw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" strokeweight=".48pt"/>
                <v:line id="Line 142" o:spid="_x0000_s1083" style="position:absolute;visibility:visible;mso-wrap-style:square" from="4451,915" to="4940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" strokeweight=".48pt"/>
                <v:line id="Line 141" o:spid="_x0000_s1084" style="position:absolute;visibility:visible;mso-wrap-style:square" from="4940,915" to="4950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" strokeweight=".48pt"/>
                <v:line id="Line 140" o:spid="_x0000_s1085" style="position:absolute;visibility:visible;mso-wrap-style:square" from="4950,915" to="5437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" strokeweight=".48pt"/>
                <v:line id="Line 139" o:spid="_x0000_s1086" style="position:absolute;visibility:visible;mso-wrap-style:square" from="5447,915" to="5456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" strokeweight=".48pt"/>
                <v:line id="Line 138" o:spid="_x0000_s1087" style="position:absolute;visibility:visible;mso-wrap-style:square" from="5456,915" to="594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" strokeweight=".48pt"/>
                <v:line id="Line 137" o:spid="_x0000_s1088" style="position:absolute;visibility:visible;mso-wrap-style:square" from="5941,915" to="595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xcQwgAAANwAAAAPAAAAZHJzL2Rvd25yZXYueG1sRE9LawIx&#10;EL4X/A9hBG81a4U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B3kxcQwgAAANwAAAAPAAAA&#10;AAAAAAAAAAAAAAcCAABkcnMvZG93bnJldi54bWxQSwUGAAAAAAMAAwC3AAAA9gIAAAAA&#10;" strokeweight=".48pt"/>
                <v:line id="Line 136" o:spid="_x0000_s1089" style="position:absolute;visibility:visible;mso-wrap-style:square" from="5951,915" to="644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o9kwgAAANwAAAAPAAAAZHJzL2Rvd25yZXYueG1sRE9LawIx&#10;EL4X/A9hBG81a5E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D4eo9kwgAAANwAAAAPAAAA&#10;AAAAAAAAAAAAAAcCAABkcnMvZG93bnJldi54bWxQSwUGAAAAAAMAAwC3AAAA9gIAAAAA&#10;" strokeweight=".48pt"/>
                <v:line id="Line 135" o:spid="_x0000_s1090" style="position:absolute;visibility:visible;mso-wrap-style:square" from="6441,915" to="6450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ir/wgAAANwAAAAPAAAAZHJzL2Rvd25yZXYueG1sRE9LawIx&#10;EL4X/A9hBG81a8E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CXNir/wgAAANwAAAAPAAAA&#10;AAAAAAAAAAAAAAcCAABkcnMvZG93bnJldi54bWxQSwUGAAAAAAMAAwC3AAAA9gIAAAAA&#10;" strokeweight=".48pt"/>
                <v:line id="Line 134" o:spid="_x0000_s1091" style="position:absolute;visibility:visible;mso-wrap-style:square" from="6450,915" to="6942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" strokeweight=".48pt"/>
                <v:line id="Line 133" o:spid="_x0000_s1092" style="position:absolute;visibility:visible;mso-wrap-style:square" from="6942,915" to="6952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" strokeweight=".48pt"/>
                <v:line id="Line 132" o:spid="_x0000_s1093" style="position:absolute;visibility:visible;mso-wrap-style:square" from="6952,915" to="7533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" strokeweight=".48pt"/>
                <v:line id="Line 131" o:spid="_x0000_s1094" style="position:absolute;visibility:visible;mso-wrap-style:square" from="3440,231" to="3440,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" strokeweight=".48pt"/>
                <v:line id="Line 130" o:spid="_x0000_s1095" style="position:absolute;visibility:visible;mso-wrap-style:square" from="3445,1256" to="3942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" strokeweight=".48pt"/>
                <v:line id="Line 129" o:spid="_x0000_s1096" style="position:absolute;visibility:visible;mso-wrap-style:square" from="3927,1256" to="3937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" strokeweight=".48pt"/>
                <v:line id="Line 128" o:spid="_x0000_s1097" style="position:absolute;visibility:visible;mso-wrap-style:square" from="3937,1256" to="4441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" strokeweight=".48pt"/>
                <v:line id="Line 127" o:spid="_x0000_s1098" style="position:absolute;visibility:visible;mso-wrap-style:square" from="4427,1256" to="4436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oHNwgAAANwAAAAPAAAAZHJzL2Rvd25yZXYueG1sRE/fa8Iw&#10;EH4X/B/CCb5pugm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DySoHNwgAAANwAAAAPAAAA&#10;AAAAAAAAAAAAAAcCAABkcnMvZG93bnJldi54bWxQSwUGAAAAAAMAAwC3AAAA9gIAAAAA&#10;" strokeweight=".48pt"/>
                <v:line id="Line 126" o:spid="_x0000_s1099" style="position:absolute;visibility:visible;mso-wrap-style:square" from="4436,1256" to="4940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xm5wgAAANwAAAAPAAAAZHJzL2Rvd25yZXYueG1sRE/fa8Iw&#10;EH4X/B/CCb5puiG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B9oxm5wgAAANwAAAAPAAAA&#10;AAAAAAAAAAAAAAcCAABkcnMvZG93bnJldi54bWxQSwUGAAAAAAMAAwC3AAAA9gIAAAAA&#10;" strokeweight=".48pt"/>
                <v:line id="Line 125" o:spid="_x0000_s1100" style="position:absolute;visibility:visible;mso-wrap-style:square" from="4926,1256" to="4935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7wiwgAAANwAAAAPAAAAZHJzL2Rvd25yZXYueG1sRE/fa8Iw&#10;EH4X/B/CCb5puoG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AS77wiwgAAANwAAAAPAAAA&#10;AAAAAAAAAAAAAAcCAABkcnMvZG93bnJldi54bWxQSwUGAAAAAAMAAwC3AAAA9gIAAAAA&#10;" strokeweight=".48pt"/>
                <v:line id="Line 124" o:spid="_x0000_s1101" style="position:absolute;visibility:visible;mso-wrap-style:square" from="4935,1256" to="5437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SJV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" strokeweight=".48pt"/>
                <v:line id="Line 123" o:spid="_x0000_s1102" style="position:absolute;visibility:visible;mso-wrap-style:square" from="5442,911" to="5442,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" strokeweight=".48pt"/>
                <w10:wrap type="topAndBottom" anchorx="page"/>
              </v:group>
            </w:pict>
          </mc:Fallback>
        </mc:AlternateConten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7"/>
        <w:rPr>
          <w:sz w:val="18"/>
        </w:rPr>
      </w:pPr>
    </w:p>
    <w:p w:rsidR="00DA3618" w:rsidRDefault="0036746D">
      <w:pPr>
        <w:spacing w:before="1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-38735</wp:posOffset>
                </wp:positionV>
                <wp:extent cx="1911985" cy="229235"/>
                <wp:effectExtent l="6350" t="4445" r="5715" b="4445"/>
                <wp:wrapNone/>
                <wp:docPr id="96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985" cy="229235"/>
                          <a:chOff x="3355" y="-61"/>
                          <a:chExt cx="3011" cy="361"/>
                        </a:xfrm>
                      </wpg:grpSpPr>
                      <wps:wsp>
                        <wps:cNvPr id="9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365" y="-51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3860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3870" y="-51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4362" y="-5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4371" y="-51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4861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4871" y="-51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5360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370" y="-51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5862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5872" y="-51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3360" y="-56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3365" y="290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3846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3855" y="29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4347" y="29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4357" y="29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4847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4856" y="29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5346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355" y="29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5848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5857" y="290"/>
                            <a:ext cx="5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6361" y="-56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D6DDF6" id="Group 97" o:spid="_x0000_s1026" style="position:absolute;margin-left:167.75pt;margin-top:-3.05pt;width:150.55pt;height:18.05pt;z-index:251655680;mso-position-horizontal-relative:page" coordorigin="3355,-61" coordsize="301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">
                <v:line id="Line 121" o:spid="_x0000_s1027" style="position:absolute;visibility:visible;mso-wrap-style:square" from="3365,-51" to="386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" strokeweight=".48pt"/>
                <v:line id="Line 120" o:spid="_x0000_s1028" style="position:absolute;visibility:visible;mso-wrap-style:square" from="3860,-51" to="387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mQ9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zQ2fUk/QO7+AQAA//8DAFBLAQItABQABgAIAAAAIQDb4fbL7gAAAIUBAAATAAAAAAAAAAAAAAAA&#10;AAAAAABbQ29udGVudF9UeXBlc10ueG1sUEsBAi0AFAAGAAgAAAAhAFr0LFu/AAAAFQEAAAsAAAAA&#10;AAAAAAAAAAAAHwEAAF9yZWxzLy5yZWxzUEsBAi0AFAAGAAgAAAAhAKDqZD3BAAAA2wAAAA8AAAAA&#10;AAAAAAAAAAAABwIAAGRycy9kb3ducmV2LnhtbFBLBQYAAAAAAwADALcAAAD1AgAAAAA=&#10;" strokeweight=".48pt"/>
                <v:line id="Line 119" o:spid="_x0000_s1029" style="position:absolute;visibility:visible;mso-wrap-style:square" from="3870,-51" to="4362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" strokeweight=".48pt"/>
                <v:line id="Line 118" o:spid="_x0000_s1030" style="position:absolute;visibility:visible;mso-wrap-style:square" from="4362,-51" to="4371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oo9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8EX56RCfT2FwAA//8DAFBLAQItABQABgAIAAAAIQDb4fbL7gAAAIUBAAATAAAAAAAAAAAA&#10;AAAAAAAAAABbQ29udGVudF9UeXBlc10ueG1sUEsBAi0AFAAGAAgAAAAhAFr0LFu/AAAAFQEAAAsA&#10;AAAAAAAAAAAAAAAAHwEAAF9yZWxzLy5yZWxzUEsBAi0AFAAGAAgAAAAhAOqSij3EAAAA3AAAAA8A&#10;AAAAAAAAAAAAAAAABwIAAGRycy9kb3ducmV2LnhtbFBLBQYAAAAAAwADALcAAAD4AgAAAAA=&#10;" strokeweight=".48pt"/>
                <v:line id="Line 117" o:spid="_x0000_s1031" style="position:absolute;visibility:visible;mso-wrap-style:square" from="4371,-51" to="4861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+mwgAAANw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" strokeweight=".48pt"/>
                <v:line id="Line 116" o:spid="_x0000_s1032" style="position:absolute;visibility:visible;mso-wrap-style:square" from="4861,-51" to="4871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" strokeweight=".48pt"/>
                <v:line id="Line 115" o:spid="_x0000_s1033" style="position:absolute;visibility:visible;mso-wrap-style:square" from="4871,-51" to="536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BRKwgAAANw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AaQBRKwgAAANwAAAAPAAAA&#10;AAAAAAAAAAAAAAcCAABkcnMvZG93bnJldi54bWxQSwUGAAAAAAMAAwC3AAAA9gIAAAAA&#10;" strokeweight=".48pt"/>
                <v:line id="Line 114" o:spid="_x0000_s1034" style="position:absolute;visibility:visible;mso-wrap-style:square" from="5360,-51" to="537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Yw+wgAAANw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CVqYw+wgAAANwAAAAPAAAA&#10;AAAAAAAAAAAAAAcCAABkcnMvZG93bnJldi54bWxQSwUGAAAAAAMAAwC3AAAA9gIAAAAA&#10;" strokeweight=".48pt"/>
                <v:line id="Line 113" o:spid="_x0000_s1035" style="position:absolute;visibility:visible;mso-wrap-style:square" from="5370,-51" to="5862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SmlwgAAANw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D65SmlwgAAANwAAAAPAAAA&#10;AAAAAAAAAAAAAAcCAABkcnMvZG93bnJldi54bWxQSwUGAAAAAAMAAwC3AAAA9gIAAAAA&#10;" strokeweight=".48pt"/>
                <v:line id="Line 112" o:spid="_x0000_s1036" style="position:absolute;visibility:visible;mso-wrap-style:square" from="5862,-51" to="5872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7fSwgAAANw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" strokeweight=".48pt"/>
                <v:line id="Line 111" o:spid="_x0000_s1037" style="position:absolute;visibility:visible;mso-wrap-style:square" from="5872,-51" to="6357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xJJwgAAANw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" strokeweight=".48pt"/>
                <v:line id="Line 110" o:spid="_x0000_s1038" style="position:absolute;visibility:visible;mso-wrap-style:square" from="3360,-56" to="3360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IY7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+EVp6RCfT2FwAA//8DAFBLAQItABQABgAIAAAAIQDb4fbL7gAAAIUBAAATAAAAAAAAAAAA&#10;AAAAAAAAAABbQ29udGVudF9UeXBlc10ueG1sUEsBAi0AFAAGAAgAAAAhAFr0LFu/AAAAFQEAAAsA&#10;AAAAAAAAAAAAAAAAHwEAAF9yZWxzLy5yZWxzUEsBAi0AFAAGAAgAAAAhABTkhjvEAAAA3AAAAA8A&#10;AAAAAAAAAAAAAAAABwIAAGRycy9kb3ducmV2LnhtbFBLBQYAAAAAAwADALcAAAD4AgAAAAA=&#10;" strokeweight=".48pt"/>
                <v:line id="Line 109" o:spid="_x0000_s1039" style="position:absolute;visibility:visible;mso-wrap-style:square" from="3365,290" to="3860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COgwgAAANw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" strokeweight=".48pt"/>
                <v:line id="Line 108" o:spid="_x0000_s1040" style="position:absolute;visibility:visible;mso-wrap-style:square" from="3846,290" to="3855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" strokeweight=".48pt"/>
                <v:line id="Line 107" o:spid="_x0000_s1041" style="position:absolute;visibility:visible;mso-wrap-style:square" from="3855,290" to="4362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" strokeweight=".48pt"/>
                <v:line id="Line 106" o:spid="_x0000_s1042" style="position:absolute;visibility:visible;mso-wrap-style:square" from="4347,290" to="4357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" strokeweight=".48pt"/>
                <v:line id="Line 105" o:spid="_x0000_s1043" style="position:absolute;visibility:visible;mso-wrap-style:square" from="4357,290" to="4861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YKX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CfmYKXwgAAANwAAAAPAAAA&#10;AAAAAAAAAAAAAAcCAABkcnMvZG93bnJldi54bWxQSwUGAAAAAAMAAwC3AAAA9gIAAAAA&#10;" strokeweight=".48pt"/>
                <v:line id="Line 104" o:spid="_x0000_s1044" style="position:absolute;visibility:visible;mso-wrap-style:square" from="4847,290" to="4856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BrjwgAAANwAAAAPAAAAZHJzL2Rvd25yZXYueG1sRE/fa8Iw&#10;EH4X9j+EG+xNU2XM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AQcBrjwgAAANwAAAAPAAAA&#10;AAAAAAAAAAAAAAcCAABkcnMvZG93bnJldi54bWxQSwUGAAAAAAMAAwC3AAAA9gIAAAAA&#10;" strokeweight=".48pt"/>
                <v:line id="Line 103" o:spid="_x0000_s1045" style="position:absolute;visibility:visible;mso-wrap-style:square" from="4856,290" to="5360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L94wgAAANwAAAAPAAAAZHJzL2Rvd25yZXYueG1sRE/fa8Iw&#10;EH4X9j+EG+xNU4XN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B/PL94wgAAANwAAAAPAAAA&#10;AAAAAAAAAAAAAAcCAABkcnMvZG93bnJldi54bWxQSwUGAAAAAAMAAwC3AAAA9gIAAAAA&#10;" strokeweight=".48pt"/>
                <v:line id="Line 102" o:spid="_x0000_s1046" style="position:absolute;visibility:visible;mso-wrap-style:square" from="5346,290" to="5355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" strokeweight=".48pt"/>
                <v:line id="Line 101" o:spid="_x0000_s1047" style="position:absolute;visibility:visible;mso-wrap-style:square" from="5355,290" to="5862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" strokeweight=".48pt"/>
                <v:line id="Line 100" o:spid="_x0000_s1048" style="position:absolute;visibility:visible;mso-wrap-style:square" from="5848,290" to="5857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" strokeweight=".48pt"/>
                <v:line id="Line 99" o:spid="_x0000_s1049" style="position:absolute;visibility:visible;mso-wrap-style:square" from="5857,290" to="6357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" strokeweight=".48pt"/>
                <v:line id="Line 98" o:spid="_x0000_s1050" style="position:absolute;visibility:visible;mso-wrap-style:square" from="6361,-56" to="6361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 w:rsidR="00626983">
        <w:t>Phone</w: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11"/>
        <w:rPr>
          <w:sz w:val="18"/>
        </w:rPr>
      </w:pPr>
    </w:p>
    <w:p w:rsidR="00DA3618" w:rsidRDefault="0036746D">
      <w:pPr>
        <w:spacing w:before="56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-2540</wp:posOffset>
                </wp:positionV>
                <wp:extent cx="1276350" cy="227330"/>
                <wp:effectExtent l="6350" t="8255" r="3175" b="2540"/>
                <wp:wrapNone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6350" cy="227330"/>
                          <a:chOff x="3355" y="-4"/>
                          <a:chExt cx="2010" cy="358"/>
                        </a:xfrm>
                      </wpg:grpSpPr>
                      <wps:wsp>
                        <wps:cNvPr id="80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3365" y="6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3860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3870" y="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4362" y="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4371" y="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4861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4871" y="6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3360" y="1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3365" y="345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3846" y="34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3855" y="345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4347" y="34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4357" y="345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4847" y="34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4856" y="345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5360" y="1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C8D689" id="Group 80" o:spid="_x0000_s1026" style="position:absolute;margin-left:167.75pt;margin-top:-.2pt;width:100.5pt;height:17.9pt;z-index:251656704;mso-position-horizontal-relative:page" coordorigin="3355,-4" coordsize="2010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">
                <v:line id="Line 96" o:spid="_x0000_s1027" style="position:absolute;visibility:visible;mso-wrap-style:square" from="3365,6" to="38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7m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1qcv6QfIzS8AAAD//wMAUEsBAi0AFAAGAAgAAAAhANvh9svuAAAAhQEAABMAAAAAAAAAAAAAAAAA&#10;AAAAAFtDb250ZW50X1R5cGVzXS54bWxQSwECLQAUAAYACAAAACEAWvQsW78AAAAVAQAACwAAAAAA&#10;AAAAAAAAAAAfAQAAX3JlbHMvLnJlbHNQSwECLQAUAAYACAAAACEA20X+5sAAAADbAAAADwAAAAAA&#10;AAAAAAAAAAAHAgAAZHJzL2Rvd25yZXYueG1sUEsFBgAAAAADAAMAtwAAAPQCAAAAAA==&#10;" strokeweight=".48pt"/>
                <v:line id="Line 95" o:spid="_x0000_s1028" style="position:absolute;visibility:visible;mso-wrap-style:square" from="3860,6" to="38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" strokeweight=".48pt"/>
                <v:line id="Line 94" o:spid="_x0000_s1029" style="position:absolute;visibility:visible;mso-wrap-style:square" from="3870,6" to="43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" strokeweight=".48pt"/>
                <v:line id="Line 93" o:spid="_x0000_s1030" style="position:absolute;visibility:visible;mso-wrap-style:square" from="4362,6" to="43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CRxAAAANsAAAAPAAAAZHJzL2Rvd25yZXYueG1sRI9PawIx&#10;FMTvBb9DeIK3mrVC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CuXYJHEAAAA2wAAAA8A&#10;AAAAAAAAAAAAAAAABwIAAGRycy9kb3ducmV2LnhtbFBLBQYAAAAAAwADALcAAAD4AgAAAAA=&#10;" strokeweight=".48pt"/>
                <v:line id="Line 92" o:spid="_x0000_s1031" style="position:absolute;visibility:visible;mso-wrap-style:square" from="4371,6" to="48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jlxAAAANsAAAAPAAAAZHJzL2Rvd25yZXYueG1sRI9PawIx&#10;FMTvBb9DeIK3mrVI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KR++OXEAAAA2wAAAA8A&#10;AAAAAAAAAAAAAAAABwIAAGRycy9kb3ducmV2LnhtbFBLBQYAAAAAAwADALcAAAD4AgAAAAA=&#10;" strokeweight=".48pt"/>
                <v:line id="Line 91" o:spid="_x0000_s1032" style="position:absolute;visibility:visible;mso-wrap-style:square" from="4861,6" to="48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l1+xAAAANsAAAAPAAAAZHJzL2Rvd25yZXYueG1sRI9PawIx&#10;FMTvBb9DeIK3mrVg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MsyXX7EAAAA2wAAAA8A&#10;AAAAAAAAAAAAAAAABwIAAGRycy9kb3ducmV2LnhtbFBLBQYAAAAAAwADALcAAAD4AgAAAAA=&#10;" strokeweight=".48pt"/>
                <v:line id="Line 90" o:spid="_x0000_s1033" style="position:absolute;visibility:visible;mso-wrap-style:square" from="4871,6" to="535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" strokeweight=".48pt"/>
                <v:line id="Line 89" o:spid="_x0000_s1034" style="position:absolute;visibility:visible;mso-wrap-style:square" from="3360,1" to="3360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" strokeweight=".48pt"/>
                <v:line id="Line 88" o:spid="_x0000_s1035" style="position:absolute;visibility:visible;mso-wrap-style:square" from="3365,345" to="3860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/Lg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xqYv6QfIzS8AAAD//wMAUEsBAi0AFAAGAAgAAAAhANvh9svuAAAAhQEAABMAAAAAAAAAAAAAAAAA&#10;AAAAAFtDb250ZW50X1R5cGVzXS54bWxQSwECLQAUAAYACAAAACEAWvQsW78AAAAVAQAACwAAAAAA&#10;AAAAAAAAAAAfAQAAX3JlbHMvLnJlbHNQSwECLQAUAAYACAAAACEAJTPy4MAAAADbAAAADwAAAAAA&#10;AAAAAAAAAAAHAgAAZHJzL2Rvd25yZXYueG1sUEsFBgAAAAADAAMAtwAAAPQCAAAAAA==&#10;" strokeweight=".48pt"/>
                <v:line id="Line 87" o:spid="_x0000_s1036" style="position:absolute;visibility:visible;mso-wrap-style:square" from="3846,345" to="3855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" strokeweight=".48pt"/>
                <v:line id="Line 86" o:spid="_x0000_s1037" style="position:absolute;visibility:visible;mso-wrap-style:square" from="3855,345" to="4362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g7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7Q+fUk/QO7+AQAA//8DAFBLAQItABQABgAIAAAAIQDb4fbL7gAAAIUBAAATAAAAAAAAAAAAAAAA&#10;AAAAAABbQ29udGVudF9UeXBlc10ueG1sUEsBAi0AFAAGAAgAAAAhAFr0LFu/AAAAFQEAAAsAAAAA&#10;AAAAAAAAAAAAHwEAAF9yZWxzLy5yZWxzUEsBAi0AFAAGAAgAAAAhAF6caDvBAAAA2wAAAA8AAAAA&#10;AAAAAAAAAAAABwIAAGRycy9kb3ducmV2LnhtbFBLBQYAAAAAAwADALcAAAD1AgAAAAA=&#10;" strokeweight=".48pt"/>
                <v:line id="Line 85" o:spid="_x0000_s1038" style="position:absolute;visibility:visible;mso-wrap-style:square" from="4347,345" to="4357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" strokeweight=".48pt"/>
                <v:line id="Line 84" o:spid="_x0000_s1039" style="position:absolute;visibility:visible;mso-wrap-style:square" from="4357,345" to="4861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lPX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ljO4fkk/QK7/AQAA//8DAFBLAQItABQABgAIAAAAIQDb4fbL7gAAAIUBAAATAAAAAAAAAAAA&#10;AAAAAAAAAABbQ29udGVudF9UeXBlc10ueG1sUEsBAi0AFAAGAAgAAAAhAFr0LFu/AAAAFQEAAAsA&#10;AAAAAAAAAAAAAAAAHwEAAF9yZWxzLy5yZWxzUEsBAi0AFAAGAAgAAAAhAMECU9fEAAAA2wAAAA8A&#10;AAAAAAAAAAAAAAAABwIAAGRycy9kb3ducmV2LnhtbFBLBQYAAAAAAwADALcAAAD4AgAAAAA=&#10;" strokeweight=".48pt"/>
                <v:line id="Line 83" o:spid="_x0000_s1040" style="position:absolute;visibility:visible;mso-wrap-style:square" from="4847,345" to="4856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vZM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K5O9kzEAAAA2wAAAA8A&#10;AAAAAAAAAAAAAAAABwIAAGRycy9kb3ducmV2LnhtbFBLBQYAAAAAAwADALcAAAD4AgAAAAA=&#10;" strokeweight=".48pt"/>
                <v:line id="Line 82" o:spid="_x0000_s1041" style="position:absolute;visibility:visible;mso-wrap-style:square" from="4856,345" to="5355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44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CGnbjjEAAAA2wAAAA8A&#10;AAAAAAAAAAAAAAAABwIAAGRycy9kb3ducmV2LnhtbFBLBQYAAAAAAwADALcAAAD4AgAAAAA=&#10;" strokeweight=".48pt"/>
                <v:line id="Line 81" o:spid="_x0000_s1042" style="position:absolute;visibility:visible;mso-wrap-style:square" from="5360,1" to="5360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8uj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E7ry6P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626983">
        <w:t>Tax Invoice Nos</w: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10"/>
        <w:rPr>
          <w:sz w:val="18"/>
        </w:rPr>
      </w:pPr>
    </w:p>
    <w:p w:rsidR="00DA3618" w:rsidRDefault="0036746D">
      <w:pPr>
        <w:tabs>
          <w:tab w:val="left" w:pos="1882"/>
        </w:tabs>
        <w:spacing w:before="56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-2540</wp:posOffset>
                </wp:positionV>
                <wp:extent cx="1276350" cy="229235"/>
                <wp:effectExtent l="6350" t="10795" r="3175" b="7620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6350" cy="229235"/>
                          <a:chOff x="3355" y="-4"/>
                          <a:chExt cx="2010" cy="361"/>
                        </a:xfrm>
                      </wpg:grpSpPr>
                      <wps:wsp>
                        <wps:cNvPr id="63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3365" y="6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3860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3870" y="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4362" y="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4371" y="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4861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4871" y="6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3360" y="1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3365" y="347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3846" y="347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3855" y="347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4347" y="347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4357" y="347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4847" y="347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4856" y="347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5360" y="1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E91E8B" id="Group 63" o:spid="_x0000_s1026" style="position:absolute;margin-left:167.75pt;margin-top:-.2pt;width:100.5pt;height:18.05pt;z-index:251657728;mso-position-horizontal-relative:page" coordorigin="3355,-4" coordsize="201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">
                <v:line id="Line 79" o:spid="_x0000_s1027" style="position:absolute;visibility:visible;mso-wrap-style:square" from="3365,6" to="38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<v:line id="Line 78" o:spid="_x0000_s1028" style="position:absolute;visibility:visible;mso-wrap-style:square" from="3860,6" to="38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4f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FHIeH8MAAADbAAAADwAA&#10;AAAAAAAAAAAAAAAHAgAAZHJzL2Rvd25yZXYueG1sUEsFBgAAAAADAAMAtwAAAPcCAAAAAA==&#10;" strokeweight=".48pt"/>
                <v:line id="Line 77" o:spid="_x0000_s1029" style="position:absolute;visibility:visible;mso-wrap-style:square" from="3870,6" to="43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uE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ez67hMMAAADbAAAADwAA&#10;AAAAAAAAAAAAAAAHAgAAZHJzL2Rvd25yZXYueG1sUEsFBgAAAAADAAMAtwAAAPcCAAAAAA==&#10;" strokeweight=".48pt"/>
                <v:line id="Line 76" o:spid="_x0000_s1030" style="position:absolute;visibility:visible;mso-wrap-style:square" from="4362,6" to="43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" strokeweight=".48pt"/>
                <v:line id="Line 75" o:spid="_x0000_s1031" style="position:absolute;visibility:visible;mso-wrap-style:square" from="4371,6" to="48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Bo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wyOH/S/oBcv0HAAD//wMAUEsBAi0AFAAGAAgAAAAhANvh9svuAAAAhQEAABMAAAAAAAAAAAAA&#10;AAAAAAAAAFtDb250ZW50X1R5cGVzXS54bWxQSwECLQAUAAYACAAAACEAWvQsW78AAAAVAQAACwAA&#10;AAAAAAAAAAAAAAAfAQAAX3JlbHMvLnJlbHNQSwECLQAUAAYACAAAACEA5KCAaMMAAADbAAAADwAA&#10;AAAAAAAAAAAAAAAHAgAAZHJzL2Rvd25yZXYueG1sUEsFBgAAAAADAAMAtwAAAPcCAAAAAA==&#10;" strokeweight=".48pt"/>
                <v:line id="Line 74" o:spid="_x0000_s1032" style="position:absolute;visibility:visible;mso-wrap-style:square" from="4861,6" to="48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<v:line id="Line 73" o:spid="_x0000_s1033" style="position:absolute;visibility:visible;mso-wrap-style:square" from="4871,6" to="535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<v:line id="Line 72" o:spid="_x0000_s1034" style="position:absolute;visibility:visible;mso-wrap-style:square" from="3360,1" to="3360,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line id="Line 71" o:spid="_x0000_s1035" style="position:absolute;visibility:visible;mso-wrap-style:square" from="3365,347" to="3860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<v:line id="Line 70" o:spid="_x0000_s1036" style="position:absolute;visibility:visible;mso-wrap-style:square" from="3846,347" to="385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v:line id="Line 69" o:spid="_x0000_s1037" style="position:absolute;visibility:visible;mso-wrap-style:square" from="3855,347" to="4362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hC2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B5CELbEAAAA2wAAAA8A&#10;AAAAAAAAAAAAAAAABwIAAGRycy9kb3ducmV2LnhtbFBLBQYAAAAAAwADALcAAAD4AgAAAAA=&#10;" strokeweight=".48pt"/>
                <v:line id="Line 68" o:spid="_x0000_s1038" style="position:absolute;visibility:visible;mso-wrap-style:square" from="4347,347" to="4357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4jC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JGriMLEAAAA2wAAAA8A&#10;AAAAAAAAAAAAAAAABwIAAGRycy9kb3ducmV2LnhtbFBLBQYAAAAAAwADALcAAAD4AgAAAAA=&#10;" strokeweight=".48pt"/>
                <v:line id="Line 67" o:spid="_x0000_s1039" style="position:absolute;visibility:visible;mso-wrap-style:square" from="4357,347" to="4861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y1Z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P7nLVnEAAAA2wAAAA8A&#10;AAAAAAAAAAAAAAAABwIAAGRycy9kb3ducmV2LnhtbFBLBQYAAAAAAwADALcAAAD4AgAAAAA=&#10;" strokeweight=".48pt"/>
                <v:line id="Line 66" o:spid="_x0000_s1040" style="position:absolute;visibility:visible;mso-wrap-style:square" from="4847,347" to="4856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Mu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QL+D/S/oBcv0HAAD//wMAUEsBAi0AFAAGAAgAAAAhANvh9svuAAAAhQEAABMAAAAAAAAAAAAA&#10;AAAAAAAAAFtDb250ZW50X1R5cGVzXS54bWxQSwECLQAUAAYACAAAACEAWvQsW78AAAAVAQAACwAA&#10;AAAAAAAAAAAAAAAfAQAAX3JlbHMvLnJlbHNQSwECLQAUAAYACAAAACEADjWzLsMAAADbAAAADwAA&#10;AAAAAAAAAAAAAAAHAgAAZHJzL2Rvd25yZXYueG1sUEsFBgAAAAADAAMAtwAAAPcCAAAAAA==&#10;" strokeweight=".48pt"/>
                <v:line id="Line 65" o:spid="_x0000_s1041" style="position:absolute;visibility:visible;mso-wrap-style:square" from="4856,347" to="535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" strokeweight=".48pt"/>
                <v:line id="Line 64" o:spid="_x0000_s1042" style="position:absolute;visibility:visible;mso-wrap-style:square" from="5360,1" to="5360,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oLH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Gpu+pB8gN78AAAD//wMAUEsBAi0AFAAGAAgAAAAhANvh9svuAAAAhQEAABMAAAAAAAAAAAAAAAAA&#10;AAAAAFtDb250ZW50X1R5cGVzXS54bWxQSwECLQAUAAYACAAAACEAWvQsW78AAAAVAQAACwAAAAAA&#10;AAAAAAAAAAAfAQAAX3JlbHMvLnJlbHNQSwECLQAUAAYACAAAACEAEOaCx8AAAADbAAAADwAAAAAA&#10;AAAAAAAAAAAHAgAAZHJzL2Rvd25yZXYueG1sUEsFBgAAAAADAAMAtwAAAPQCAAAAAA==&#10;" strokeweight=".48pt"/>
                <w10:wrap anchorx="page"/>
              </v:group>
            </w:pict>
          </mc:Fallback>
        </mc:AlternateContent>
      </w:r>
      <w:r w:rsidR="00626983">
        <w:t>Order</w:t>
      </w:r>
      <w:r w:rsidR="00626983">
        <w:rPr>
          <w:spacing w:val="-1"/>
        </w:rPr>
        <w:t xml:space="preserve"> </w:t>
      </w:r>
      <w:r w:rsidR="00626983">
        <w:t>Total</w:t>
      </w:r>
      <w:r w:rsidR="00626983">
        <w:tab/>
        <w:t>$</w:t>
      </w:r>
    </w:p>
    <w:p w:rsidR="00DA3618" w:rsidRDefault="00DA3618">
      <w:pPr>
        <w:pStyle w:val="BodyText"/>
        <w:spacing w:before="11"/>
        <w:rPr>
          <w:sz w:val="21"/>
        </w:rPr>
      </w:pPr>
    </w:p>
    <w:p w:rsidR="00DA3618" w:rsidRDefault="00626983">
      <w:pPr>
        <w:spacing w:before="52"/>
        <w:ind w:left="200"/>
        <w:rPr>
          <w:b/>
          <w:sz w:val="24"/>
        </w:rPr>
      </w:pPr>
      <w:r>
        <w:rPr>
          <w:b/>
          <w:sz w:val="24"/>
        </w:rPr>
        <w:t>Method of Payment</w:t>
      </w:r>
    </w:p>
    <w:p w:rsidR="00DA3618" w:rsidRDefault="00DA3618">
      <w:pPr>
        <w:pStyle w:val="BodyText"/>
        <w:spacing w:before="11"/>
        <w:rPr>
          <w:b/>
          <w:sz w:val="23"/>
        </w:rPr>
      </w:pPr>
    </w:p>
    <w:p w:rsidR="00DA3618" w:rsidRDefault="0036746D">
      <w:pPr>
        <w:tabs>
          <w:tab w:val="left" w:pos="2296"/>
        </w:tabs>
        <w:spacing w:before="1"/>
        <w:ind w:left="853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-635</wp:posOffset>
                </wp:positionV>
                <wp:extent cx="333375" cy="304800"/>
                <wp:effectExtent l="9525" t="11430" r="9525" b="762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custGeom>
                          <a:avLst/>
                          <a:gdLst>
                            <a:gd name="T0" fmla="+- 0 1440 1440"/>
                            <a:gd name="T1" fmla="*/ T0 w 525"/>
                            <a:gd name="T2" fmla="+- 0 79 -1"/>
                            <a:gd name="T3" fmla="*/ 79 h 480"/>
                            <a:gd name="T4" fmla="+- 0 1446 1440"/>
                            <a:gd name="T5" fmla="*/ T4 w 525"/>
                            <a:gd name="T6" fmla="+- 0 48 -1"/>
                            <a:gd name="T7" fmla="*/ 48 h 480"/>
                            <a:gd name="T8" fmla="+- 0 1463 1440"/>
                            <a:gd name="T9" fmla="*/ T8 w 525"/>
                            <a:gd name="T10" fmla="+- 0 23 -1"/>
                            <a:gd name="T11" fmla="*/ 23 h 480"/>
                            <a:gd name="T12" fmla="+- 0 1489 1440"/>
                            <a:gd name="T13" fmla="*/ T12 w 525"/>
                            <a:gd name="T14" fmla="+- 0 6 -1"/>
                            <a:gd name="T15" fmla="*/ 6 h 480"/>
                            <a:gd name="T16" fmla="+- 0 1520 1440"/>
                            <a:gd name="T17" fmla="*/ T16 w 525"/>
                            <a:gd name="T18" fmla="+- 0 -1 -1"/>
                            <a:gd name="T19" fmla="*/ -1 h 480"/>
                            <a:gd name="T20" fmla="+- 0 1885 1440"/>
                            <a:gd name="T21" fmla="*/ T20 w 525"/>
                            <a:gd name="T22" fmla="+- 0 -1 -1"/>
                            <a:gd name="T23" fmla="*/ -1 h 480"/>
                            <a:gd name="T24" fmla="+- 0 1916 1440"/>
                            <a:gd name="T25" fmla="*/ T24 w 525"/>
                            <a:gd name="T26" fmla="+- 0 6 -1"/>
                            <a:gd name="T27" fmla="*/ 6 h 480"/>
                            <a:gd name="T28" fmla="+- 0 1942 1440"/>
                            <a:gd name="T29" fmla="*/ T28 w 525"/>
                            <a:gd name="T30" fmla="+- 0 23 -1"/>
                            <a:gd name="T31" fmla="*/ 23 h 480"/>
                            <a:gd name="T32" fmla="+- 0 1959 1440"/>
                            <a:gd name="T33" fmla="*/ T32 w 525"/>
                            <a:gd name="T34" fmla="+- 0 48 -1"/>
                            <a:gd name="T35" fmla="*/ 48 h 480"/>
                            <a:gd name="T36" fmla="+- 0 1965 1440"/>
                            <a:gd name="T37" fmla="*/ T36 w 525"/>
                            <a:gd name="T38" fmla="+- 0 79 -1"/>
                            <a:gd name="T39" fmla="*/ 79 h 480"/>
                            <a:gd name="T40" fmla="+- 0 1965 1440"/>
                            <a:gd name="T41" fmla="*/ T40 w 525"/>
                            <a:gd name="T42" fmla="+- 0 399 -1"/>
                            <a:gd name="T43" fmla="*/ 399 h 480"/>
                            <a:gd name="T44" fmla="+- 0 1959 1440"/>
                            <a:gd name="T45" fmla="*/ T44 w 525"/>
                            <a:gd name="T46" fmla="+- 0 430 -1"/>
                            <a:gd name="T47" fmla="*/ 430 h 480"/>
                            <a:gd name="T48" fmla="+- 0 1942 1440"/>
                            <a:gd name="T49" fmla="*/ T48 w 525"/>
                            <a:gd name="T50" fmla="+- 0 456 -1"/>
                            <a:gd name="T51" fmla="*/ 456 h 480"/>
                            <a:gd name="T52" fmla="+- 0 1916 1440"/>
                            <a:gd name="T53" fmla="*/ T52 w 525"/>
                            <a:gd name="T54" fmla="+- 0 473 -1"/>
                            <a:gd name="T55" fmla="*/ 473 h 480"/>
                            <a:gd name="T56" fmla="+- 0 1885 1440"/>
                            <a:gd name="T57" fmla="*/ T56 w 525"/>
                            <a:gd name="T58" fmla="+- 0 479 -1"/>
                            <a:gd name="T59" fmla="*/ 479 h 480"/>
                            <a:gd name="T60" fmla="+- 0 1520 1440"/>
                            <a:gd name="T61" fmla="*/ T60 w 525"/>
                            <a:gd name="T62" fmla="+- 0 479 -1"/>
                            <a:gd name="T63" fmla="*/ 479 h 480"/>
                            <a:gd name="T64" fmla="+- 0 1489 1440"/>
                            <a:gd name="T65" fmla="*/ T64 w 525"/>
                            <a:gd name="T66" fmla="+- 0 473 -1"/>
                            <a:gd name="T67" fmla="*/ 473 h 480"/>
                            <a:gd name="T68" fmla="+- 0 1463 1440"/>
                            <a:gd name="T69" fmla="*/ T68 w 525"/>
                            <a:gd name="T70" fmla="+- 0 456 -1"/>
                            <a:gd name="T71" fmla="*/ 456 h 480"/>
                            <a:gd name="T72" fmla="+- 0 1446 1440"/>
                            <a:gd name="T73" fmla="*/ T72 w 525"/>
                            <a:gd name="T74" fmla="+- 0 430 -1"/>
                            <a:gd name="T75" fmla="*/ 430 h 480"/>
                            <a:gd name="T76" fmla="+- 0 1440 1440"/>
                            <a:gd name="T77" fmla="*/ T76 w 525"/>
                            <a:gd name="T78" fmla="+- 0 399 -1"/>
                            <a:gd name="T79" fmla="*/ 399 h 480"/>
                            <a:gd name="T80" fmla="+- 0 1440 1440"/>
                            <a:gd name="T81" fmla="*/ T80 w 525"/>
                            <a:gd name="T82" fmla="+- 0 79 -1"/>
                            <a:gd name="T83" fmla="*/ 79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525" h="480">
                              <a:moveTo>
                                <a:pt x="0" y="80"/>
                              </a:moveTo>
                              <a:lnTo>
                                <a:pt x="6" y="49"/>
                              </a:lnTo>
                              <a:lnTo>
                                <a:pt x="23" y="24"/>
                              </a:lnTo>
                              <a:lnTo>
                                <a:pt x="49" y="7"/>
                              </a:lnTo>
                              <a:lnTo>
                                <a:pt x="80" y="0"/>
                              </a:lnTo>
                              <a:lnTo>
                                <a:pt x="445" y="0"/>
                              </a:lnTo>
                              <a:lnTo>
                                <a:pt x="476" y="7"/>
                              </a:lnTo>
                              <a:lnTo>
                                <a:pt x="502" y="24"/>
                              </a:lnTo>
                              <a:lnTo>
                                <a:pt x="519" y="49"/>
                              </a:lnTo>
                              <a:lnTo>
                                <a:pt x="525" y="80"/>
                              </a:lnTo>
                              <a:lnTo>
                                <a:pt x="525" y="400"/>
                              </a:lnTo>
                              <a:lnTo>
                                <a:pt x="519" y="431"/>
                              </a:lnTo>
                              <a:lnTo>
                                <a:pt x="502" y="457"/>
                              </a:lnTo>
                              <a:lnTo>
                                <a:pt x="476" y="474"/>
                              </a:lnTo>
                              <a:lnTo>
                                <a:pt x="445" y="480"/>
                              </a:lnTo>
                              <a:lnTo>
                                <a:pt x="80" y="480"/>
                              </a:lnTo>
                              <a:lnTo>
                                <a:pt x="49" y="474"/>
                              </a:lnTo>
                              <a:lnTo>
                                <a:pt x="23" y="457"/>
                              </a:lnTo>
                              <a:lnTo>
                                <a:pt x="6" y="431"/>
                              </a:lnTo>
                              <a:lnTo>
                                <a:pt x="0" y="40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C163F" id="Freeform 62" o:spid="_x0000_s1026" style="position:absolute;margin-left:1in;margin-top:-.05pt;width:26.25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" path="m,80l6,49,23,24,49,7,80,,445,r31,7l502,24r17,25l525,80r,320l519,431r-17,26l476,474r-31,6l80,480,49,474,23,457,6,431,,400,,80xe" filled="f" strokeweight="1pt">
                <v:path arrowok="t" o:connecttype="custom" o:connectlocs="0,50165;3810,30480;14605,14605;31115,3810;50800,-635;282575,-635;302260,3810;318770,14605;329565,30480;333375,50165;333375,253365;329565,273050;318770,289560;302260,300355;282575,304165;50800,304165;31115,300355;14605,289560;3810,273050;0,253365;0,50165" o:connectangles="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1809750</wp:posOffset>
                </wp:positionH>
                <wp:positionV relativeFrom="paragraph">
                  <wp:posOffset>8890</wp:posOffset>
                </wp:positionV>
                <wp:extent cx="333375" cy="323850"/>
                <wp:effectExtent l="9525" t="11430" r="9525" b="762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375" cy="323850"/>
                        </a:xfrm>
                        <a:custGeom>
                          <a:avLst/>
                          <a:gdLst>
                            <a:gd name="T0" fmla="+- 0 2850 2850"/>
                            <a:gd name="T1" fmla="*/ T0 w 525"/>
                            <a:gd name="T2" fmla="+- 0 99 14"/>
                            <a:gd name="T3" fmla="*/ 99 h 510"/>
                            <a:gd name="T4" fmla="+- 0 2857 2850"/>
                            <a:gd name="T5" fmla="*/ T4 w 525"/>
                            <a:gd name="T6" fmla="+- 0 66 14"/>
                            <a:gd name="T7" fmla="*/ 66 h 510"/>
                            <a:gd name="T8" fmla="+- 0 2875 2850"/>
                            <a:gd name="T9" fmla="*/ T8 w 525"/>
                            <a:gd name="T10" fmla="+- 0 39 14"/>
                            <a:gd name="T11" fmla="*/ 39 h 510"/>
                            <a:gd name="T12" fmla="+- 0 2902 2850"/>
                            <a:gd name="T13" fmla="*/ T12 w 525"/>
                            <a:gd name="T14" fmla="+- 0 21 14"/>
                            <a:gd name="T15" fmla="*/ 21 h 510"/>
                            <a:gd name="T16" fmla="+- 0 2935 2850"/>
                            <a:gd name="T17" fmla="*/ T16 w 525"/>
                            <a:gd name="T18" fmla="+- 0 14 14"/>
                            <a:gd name="T19" fmla="*/ 14 h 510"/>
                            <a:gd name="T20" fmla="+- 0 3290 2850"/>
                            <a:gd name="T21" fmla="*/ T20 w 525"/>
                            <a:gd name="T22" fmla="+- 0 14 14"/>
                            <a:gd name="T23" fmla="*/ 14 h 510"/>
                            <a:gd name="T24" fmla="+- 0 3323 2850"/>
                            <a:gd name="T25" fmla="*/ T24 w 525"/>
                            <a:gd name="T26" fmla="+- 0 21 14"/>
                            <a:gd name="T27" fmla="*/ 21 h 510"/>
                            <a:gd name="T28" fmla="+- 0 3350 2850"/>
                            <a:gd name="T29" fmla="*/ T28 w 525"/>
                            <a:gd name="T30" fmla="+- 0 39 14"/>
                            <a:gd name="T31" fmla="*/ 39 h 510"/>
                            <a:gd name="T32" fmla="+- 0 3368 2850"/>
                            <a:gd name="T33" fmla="*/ T32 w 525"/>
                            <a:gd name="T34" fmla="+- 0 66 14"/>
                            <a:gd name="T35" fmla="*/ 66 h 510"/>
                            <a:gd name="T36" fmla="+- 0 3375 2850"/>
                            <a:gd name="T37" fmla="*/ T36 w 525"/>
                            <a:gd name="T38" fmla="+- 0 99 14"/>
                            <a:gd name="T39" fmla="*/ 99 h 510"/>
                            <a:gd name="T40" fmla="+- 0 3375 2850"/>
                            <a:gd name="T41" fmla="*/ T40 w 525"/>
                            <a:gd name="T42" fmla="+- 0 439 14"/>
                            <a:gd name="T43" fmla="*/ 439 h 510"/>
                            <a:gd name="T44" fmla="+- 0 3368 2850"/>
                            <a:gd name="T45" fmla="*/ T44 w 525"/>
                            <a:gd name="T46" fmla="+- 0 472 14"/>
                            <a:gd name="T47" fmla="*/ 472 h 510"/>
                            <a:gd name="T48" fmla="+- 0 3350 2850"/>
                            <a:gd name="T49" fmla="*/ T48 w 525"/>
                            <a:gd name="T50" fmla="+- 0 499 14"/>
                            <a:gd name="T51" fmla="*/ 499 h 510"/>
                            <a:gd name="T52" fmla="+- 0 3323 2850"/>
                            <a:gd name="T53" fmla="*/ T52 w 525"/>
                            <a:gd name="T54" fmla="+- 0 518 14"/>
                            <a:gd name="T55" fmla="*/ 518 h 510"/>
                            <a:gd name="T56" fmla="+- 0 3290 2850"/>
                            <a:gd name="T57" fmla="*/ T56 w 525"/>
                            <a:gd name="T58" fmla="+- 0 524 14"/>
                            <a:gd name="T59" fmla="*/ 524 h 510"/>
                            <a:gd name="T60" fmla="+- 0 2935 2850"/>
                            <a:gd name="T61" fmla="*/ T60 w 525"/>
                            <a:gd name="T62" fmla="+- 0 524 14"/>
                            <a:gd name="T63" fmla="*/ 524 h 510"/>
                            <a:gd name="T64" fmla="+- 0 2902 2850"/>
                            <a:gd name="T65" fmla="*/ T64 w 525"/>
                            <a:gd name="T66" fmla="+- 0 518 14"/>
                            <a:gd name="T67" fmla="*/ 518 h 510"/>
                            <a:gd name="T68" fmla="+- 0 2875 2850"/>
                            <a:gd name="T69" fmla="*/ T68 w 525"/>
                            <a:gd name="T70" fmla="+- 0 499 14"/>
                            <a:gd name="T71" fmla="*/ 499 h 510"/>
                            <a:gd name="T72" fmla="+- 0 2857 2850"/>
                            <a:gd name="T73" fmla="*/ T72 w 525"/>
                            <a:gd name="T74" fmla="+- 0 472 14"/>
                            <a:gd name="T75" fmla="*/ 472 h 510"/>
                            <a:gd name="T76" fmla="+- 0 2850 2850"/>
                            <a:gd name="T77" fmla="*/ T76 w 525"/>
                            <a:gd name="T78" fmla="+- 0 439 14"/>
                            <a:gd name="T79" fmla="*/ 439 h 510"/>
                            <a:gd name="T80" fmla="+- 0 2850 2850"/>
                            <a:gd name="T81" fmla="*/ T80 w 525"/>
                            <a:gd name="T82" fmla="+- 0 99 14"/>
                            <a:gd name="T83" fmla="*/ 99 h 5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525" h="510">
                              <a:moveTo>
                                <a:pt x="0" y="85"/>
                              </a:moveTo>
                              <a:lnTo>
                                <a:pt x="7" y="52"/>
                              </a:lnTo>
                              <a:lnTo>
                                <a:pt x="25" y="25"/>
                              </a:lnTo>
                              <a:lnTo>
                                <a:pt x="52" y="7"/>
                              </a:lnTo>
                              <a:lnTo>
                                <a:pt x="85" y="0"/>
                              </a:lnTo>
                              <a:lnTo>
                                <a:pt x="440" y="0"/>
                              </a:lnTo>
                              <a:lnTo>
                                <a:pt x="473" y="7"/>
                              </a:lnTo>
                              <a:lnTo>
                                <a:pt x="500" y="25"/>
                              </a:lnTo>
                              <a:lnTo>
                                <a:pt x="518" y="52"/>
                              </a:lnTo>
                              <a:lnTo>
                                <a:pt x="525" y="85"/>
                              </a:lnTo>
                              <a:lnTo>
                                <a:pt x="525" y="425"/>
                              </a:lnTo>
                              <a:lnTo>
                                <a:pt x="518" y="458"/>
                              </a:lnTo>
                              <a:lnTo>
                                <a:pt x="500" y="485"/>
                              </a:lnTo>
                              <a:lnTo>
                                <a:pt x="473" y="504"/>
                              </a:lnTo>
                              <a:lnTo>
                                <a:pt x="440" y="510"/>
                              </a:lnTo>
                              <a:lnTo>
                                <a:pt x="85" y="510"/>
                              </a:lnTo>
                              <a:lnTo>
                                <a:pt x="52" y="504"/>
                              </a:lnTo>
                              <a:lnTo>
                                <a:pt x="25" y="485"/>
                              </a:lnTo>
                              <a:lnTo>
                                <a:pt x="7" y="458"/>
                              </a:lnTo>
                              <a:lnTo>
                                <a:pt x="0" y="425"/>
                              </a:lnTo>
                              <a:lnTo>
                                <a:pt x="0" y="8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E1AE9" id="Freeform 61" o:spid="_x0000_s1026" style="position:absolute;margin-left:142.5pt;margin-top:.7pt;width:26.25pt;height:25.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5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" path="m,85l7,52,25,25,52,7,85,,440,r33,7l500,25r18,27l525,85r,340l518,458r-18,27l473,504r-33,6l85,510,52,504,25,485,7,458,,425,,85xe" filled="f" strokeweight="1pt">
                <v:path arrowok="t" o:connecttype="custom" o:connectlocs="0,62865;4445,41910;15875,24765;33020,13335;53975,8890;279400,8890;300355,13335;317500,24765;328930,41910;333375,62865;333375,278765;328930,299720;317500,316865;300355,328930;279400,332740;53975,332740;33020,328930;15875,316865;4445,299720;0,278765;0,62865" o:connectangles="0,0,0,0,0,0,0,0,0,0,0,0,0,0,0,0,0,0,0,0,0"/>
                <w10:wrap anchorx="page"/>
              </v:shape>
            </w:pict>
          </mc:Fallback>
        </mc:AlternateContent>
      </w:r>
      <w:r w:rsidR="00626983">
        <w:rPr>
          <w:b/>
          <w:sz w:val="24"/>
        </w:rPr>
        <w:t>VISA</w:t>
      </w:r>
      <w:r w:rsidR="00626983">
        <w:rPr>
          <w:b/>
          <w:sz w:val="24"/>
        </w:rPr>
        <w:tab/>
        <w:t>MASTERCARD</w:t>
      </w:r>
    </w:p>
    <w:p w:rsidR="00DA3618" w:rsidRDefault="00DA3618">
      <w:pPr>
        <w:pStyle w:val="BodyText"/>
        <w:rPr>
          <w:b/>
          <w:sz w:val="24"/>
        </w:rPr>
      </w:pPr>
    </w:p>
    <w:p w:rsidR="00DA3618" w:rsidRDefault="00DA3618">
      <w:pPr>
        <w:pStyle w:val="BodyText"/>
        <w:spacing w:before="8"/>
        <w:rPr>
          <w:b/>
          <w:sz w:val="28"/>
        </w:rPr>
      </w:pPr>
    </w:p>
    <w:p w:rsidR="00DA3618" w:rsidRDefault="0036746D">
      <w:pPr>
        <w:ind w:left="3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2131060</wp:posOffset>
                </wp:positionH>
                <wp:positionV relativeFrom="paragraph">
                  <wp:posOffset>-36195</wp:posOffset>
                </wp:positionV>
                <wp:extent cx="5090160" cy="222885"/>
                <wp:effectExtent l="0" t="0" r="0" b="0"/>
                <wp:wrapNone/>
                <wp:docPr id="5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016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00"/>
                              <w:gridCol w:w="502"/>
                              <w:gridCol w:w="499"/>
                              <w:gridCol w:w="499"/>
                              <w:gridCol w:w="502"/>
                              <w:gridCol w:w="499"/>
                              <w:gridCol w:w="499"/>
                              <w:gridCol w:w="502"/>
                              <w:gridCol w:w="499"/>
                              <w:gridCol w:w="500"/>
                              <w:gridCol w:w="502"/>
                              <w:gridCol w:w="499"/>
                              <w:gridCol w:w="499"/>
                              <w:gridCol w:w="502"/>
                              <w:gridCol w:w="499"/>
                              <w:gridCol w:w="499"/>
                            </w:tblGrid>
                            <w:tr w:rsidR="00DA3618">
                              <w:trPr>
                                <w:trHeight w:val="320"/>
                              </w:trPr>
                              <w:tc>
                                <w:tcPr>
                                  <w:tcW w:w="500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A3618" w:rsidRDefault="00DA361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7" type="#_x0000_t202" style="position:absolute;left:0;text-align:left;margin-left:167.8pt;margin-top:-2.85pt;width:400.8pt;height:17.5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00"/>
                        <w:gridCol w:w="502"/>
                        <w:gridCol w:w="499"/>
                        <w:gridCol w:w="499"/>
                        <w:gridCol w:w="502"/>
                        <w:gridCol w:w="499"/>
                        <w:gridCol w:w="499"/>
                        <w:gridCol w:w="502"/>
                        <w:gridCol w:w="499"/>
                        <w:gridCol w:w="500"/>
                        <w:gridCol w:w="502"/>
                        <w:gridCol w:w="499"/>
                        <w:gridCol w:w="499"/>
                        <w:gridCol w:w="502"/>
                        <w:gridCol w:w="499"/>
                        <w:gridCol w:w="499"/>
                      </w:tblGrid>
                      <w:tr w:rsidR="00DA3618">
                        <w:trPr>
                          <w:trHeight w:val="320"/>
                        </w:trPr>
                        <w:tc>
                          <w:tcPr>
                            <w:tcW w:w="500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righ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righ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righ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DA3618" w:rsidRDefault="00DA361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6983">
        <w:t>Card Number</w: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11"/>
        <w:rPr>
          <w:sz w:val="29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2"/>
        <w:gridCol w:w="500"/>
        <w:gridCol w:w="502"/>
        <w:gridCol w:w="2500"/>
      </w:tblGrid>
      <w:tr w:rsidR="00DA3618">
        <w:trPr>
          <w:trHeight w:val="320"/>
        </w:trPr>
        <w:tc>
          <w:tcPr>
            <w:tcW w:w="2012" w:type="dxa"/>
            <w:tcBorders>
              <w:top w:val="nil"/>
              <w:left w:val="nil"/>
              <w:bottom w:val="nil"/>
            </w:tcBorders>
          </w:tcPr>
          <w:p w:rsidR="00DA3618" w:rsidRDefault="00626983">
            <w:pPr>
              <w:pStyle w:val="TableParagraph"/>
              <w:spacing w:before="44" w:line="266" w:lineRule="exact"/>
              <w:ind w:left="200"/>
            </w:pPr>
            <w:r>
              <w:t>Expiry Date</w:t>
            </w:r>
          </w:p>
        </w:tc>
        <w:tc>
          <w:tcPr>
            <w:tcW w:w="500" w:type="dxa"/>
            <w:tcBorders>
              <w:right w:val="single" w:sz="12" w:space="0" w:color="000000"/>
            </w:tcBorders>
          </w:tcPr>
          <w:p w:rsidR="00DA3618" w:rsidRDefault="00DA36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" w:type="dxa"/>
            <w:tcBorders>
              <w:left w:val="single" w:sz="12" w:space="0" w:color="000000"/>
            </w:tcBorders>
          </w:tcPr>
          <w:p w:rsidR="00DA3618" w:rsidRDefault="00DA36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  <w:tcBorders>
              <w:top w:val="nil"/>
              <w:bottom w:val="nil"/>
              <w:right w:val="nil"/>
            </w:tcBorders>
          </w:tcPr>
          <w:p w:rsidR="00DA3618" w:rsidRDefault="00626983">
            <w:pPr>
              <w:pStyle w:val="TableParagraph"/>
              <w:spacing w:before="44" w:line="266" w:lineRule="exact"/>
              <w:ind w:left="602"/>
            </w:pPr>
            <w:r>
              <w:t>Card Security Code</w:t>
            </w:r>
          </w:p>
        </w:tc>
      </w:tr>
    </w:tbl>
    <w:p w:rsidR="00DA3618" w:rsidRDefault="0036746D">
      <w:pPr>
        <w:pStyle w:val="BodyText"/>
        <w:ind w:left="377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4340860</wp:posOffset>
                </wp:positionH>
                <wp:positionV relativeFrom="paragraph">
                  <wp:posOffset>-224790</wp:posOffset>
                </wp:positionV>
                <wp:extent cx="959485" cy="229235"/>
                <wp:effectExtent l="6985" t="3175" r="5080" b="5715"/>
                <wp:wrapNone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85" cy="229235"/>
                          <a:chOff x="6836" y="-354"/>
                          <a:chExt cx="1511" cy="361"/>
                        </a:xfrm>
                      </wpg:grpSpPr>
                      <wps:wsp>
                        <wps:cNvPr id="47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6846" y="-344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7341" y="-344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350" y="-344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7842" y="-344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7852" y="-344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6841" y="-349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6846" y="-4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7326" y="-4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336" y="-4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7828" y="-4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7837" y="-4"/>
                            <a:ext cx="5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8342" y="-349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D89A5F" id="Group 47" o:spid="_x0000_s1026" style="position:absolute;margin-left:341.8pt;margin-top:-17.7pt;width:75.55pt;height:18.05pt;z-index:-251654656;mso-position-horizontal-relative:page" coordorigin="6836,-354" coordsize="151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">
                <v:line id="Line 59" o:spid="_x0000_s1027" style="position:absolute;visibility:visible;mso-wrap-style:square" from="6846,-344" to="7341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v:line id="Line 58" o:spid="_x0000_s1028" style="position:absolute;visibility:visible;mso-wrap-style:square" from="7341,-344" to="7350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h6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3opIesAAAADbAAAADwAAAAAA&#10;AAAAAAAAAAAHAgAAZHJzL2Rvd25yZXYueG1sUEsFBgAAAAADAAMAtwAAAPQCAAAAAA==&#10;" strokeweight=".48pt"/>
                <v:line id="Line 57" o:spid="_x0000_s1029" style="position:absolute;visibility:visible;mso-wrap-style:square" from="7350,-344" to="7842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3h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LHG7eHEAAAA2wAAAA8A&#10;AAAAAAAAAAAAAAAABwIAAGRycy9kb3ducmV2LnhtbFBLBQYAAAAAAwADALcAAAD4AgAAAAA=&#10;" strokeweight=".48pt"/>
                <v:line id="Line 56" o:spid="_x0000_s1030" style="position:absolute;visibility:visible;mso-wrap-style:square" from="7842,-344" to="7852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<v:line id="Line 55" o:spid="_x0000_s1031" style="position:absolute;visibility:visible;mso-wrap-style:square" from="7852,-344" to="8337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<v:line id="Line 54" o:spid="_x0000_s1032" style="position:absolute;visibility:visible;mso-wrap-style:square" from="6841,-349" to="684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<v:line id="Line 53" o:spid="_x0000_s1033" style="position:absolute;visibility:visible;mso-wrap-style:square" from="6846,-4" to="7341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<v:line id="Line 52" o:spid="_x0000_s1034" style="position:absolute;visibility:visible;mso-wrap-style:square" from="7326,-4" to="7336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Si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7g/0v6AXJ7BQAA//8DAFBLAQItABQABgAIAAAAIQDb4fbL7gAAAIUBAAATAAAAAAAAAAAA&#10;AAAAAAAAAABbQ29udGVudF9UeXBlc10ueG1sUEsBAi0AFAAGAAgAAAAhAFr0LFu/AAAAFQEAAAsA&#10;AAAAAAAAAAAAAAAAHwEAAF9yZWxzLy5yZWxzUEsBAi0AFAAGAAgAAAAhANoe1KLEAAAA2wAAAA8A&#10;AAAAAAAAAAAAAAAABwIAAGRycy9kb3ducmV2LnhtbFBLBQYAAAAAAwADALcAAAD4AgAAAAA=&#10;" strokeweight=".48pt"/>
                <v:line id="Line 51" o:spid="_x0000_s1035" style="position:absolute;visibility:visible;mso-wrap-style:square" from="7336,-4" to="7842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<v:line id="Line 50" o:spid="_x0000_s1036" style="position:absolute;visibility:visible;mso-wrap-style:square" from="7828,-4" to="7837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9O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RYDvTsMAAADbAAAADwAA&#10;AAAAAAAAAAAAAAAHAgAAZHJzL2Rvd25yZXYueG1sUEsFBgAAAAADAAMAtwAAAPcCAAAAAA==&#10;" strokeweight=".48pt"/>
                <v:line id="Line 49" o:spid="_x0000_s1037" style="position:absolute;visibility:visible;mso-wrap-style:square" from="7837,-4" to="8337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V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CrMStXEAAAA2wAAAA8A&#10;AAAAAAAAAAAAAAAABwIAAGRycy9kb3ducmV2LnhtbFBLBQYAAAAAAwADALcAAAD4AgAAAAA=&#10;" strokeweight=".48pt"/>
                <v:line id="Line 48" o:spid="_x0000_s1038" style="position:absolute;visibility:visible;mso-wrap-style:square" from="8342,-349" to="8342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w10:wrap anchorx="page"/>
              </v:group>
            </w:pict>
          </mc:Fallback>
        </mc:AlternateContent>
      </w:r>
      <w:r w:rsidR="00626983">
        <w:t>(The last three digits printed on the signature panel on the reverse of your card)</w:t>
      </w:r>
    </w:p>
    <w:p w:rsidR="00DA3618" w:rsidRDefault="00DA3618">
      <w:pPr>
        <w:pStyle w:val="BodyText"/>
      </w:pPr>
    </w:p>
    <w:p w:rsidR="00DA3618" w:rsidRDefault="00DA3618">
      <w:pPr>
        <w:pStyle w:val="BodyText"/>
      </w:pPr>
    </w:p>
    <w:p w:rsidR="00DA3618" w:rsidRDefault="00DA3618">
      <w:pPr>
        <w:pStyle w:val="BodyText"/>
        <w:spacing w:before="9"/>
        <w:rPr>
          <w:sz w:val="14"/>
        </w:rPr>
      </w:pPr>
    </w:p>
    <w:p w:rsidR="00DA3618" w:rsidRDefault="0036746D">
      <w:pPr>
        <w:ind w:left="308" w:right="87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2127885</wp:posOffset>
                </wp:positionH>
                <wp:positionV relativeFrom="paragraph">
                  <wp:posOffset>-17780</wp:posOffset>
                </wp:positionV>
                <wp:extent cx="3188335" cy="377190"/>
                <wp:effectExtent l="3810" t="10795" r="8255" b="25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8335" cy="377190"/>
                          <a:chOff x="3351" y="-28"/>
                          <a:chExt cx="5021" cy="594"/>
                        </a:xfrm>
                      </wpg:grpSpPr>
                      <wps:wsp>
                        <wps:cNvPr id="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3365" y="-19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3860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870" y="-19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362" y="-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4371" y="-19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4861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4871" y="-19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360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5370" y="-19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5862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5872" y="-19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6361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6371" y="-19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6861" y="-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6870" y="-19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362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7372" y="-19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7861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7871" y="-19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360" y="-23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35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35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365" y="560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84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855" y="56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347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3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847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4856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34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355" y="56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848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8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347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3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46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856" y="560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348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3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847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7857" y="560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361" y="-23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356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8356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2FD63" id="Group 2" o:spid="_x0000_s1026" style="position:absolute;margin-left:167.55pt;margin-top:-1.4pt;width:251.05pt;height:29.7pt;z-index:251658752;mso-position-horizontal-relative:page" coordorigin="3351,-28" coordsize="5021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">
                <v:line id="Line 46" o:spid="_x0000_s1027" style="position:absolute;visibility:visible;mso-wrap-style:square" from="3365,-19" to="386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v:line id="Line 45" o:spid="_x0000_s1028" style="position:absolute;visibility:visible;mso-wrap-style:square" from="3860,-19" to="387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v:line id="Line 44" o:spid="_x0000_s1029" style="position:absolute;visibility:visible;mso-wrap-style:square" from="3870,-19" to="436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43" o:spid="_x0000_s1030" style="position:absolute;visibility:visible;mso-wrap-style:square" from="4362,-19" to="43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line id="Line 42" o:spid="_x0000_s1031" style="position:absolute;visibility:visible;mso-wrap-style:square" from="4371,-19" to="48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v:line id="Line 41" o:spid="_x0000_s1032" style="position:absolute;visibility:visible;mso-wrap-style:square" from="4861,-19" to="48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line id="Line 40" o:spid="_x0000_s1033" style="position:absolute;visibility:visible;mso-wrap-style:square" from="4871,-19" to="536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39" o:spid="_x0000_s1034" style="position:absolute;visibility:visible;mso-wrap-style:square" from="5360,-19" to="537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v:line id="Line 38" o:spid="_x0000_s1035" style="position:absolute;visibility:visible;mso-wrap-style:square" from="5370,-19" to="586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v:line id="Line 37" o:spid="_x0000_s1036" style="position:absolute;visibility:visible;mso-wrap-style:square" from="5862,-19" to="587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line id="Line 36" o:spid="_x0000_s1037" style="position:absolute;visibility:visible;mso-wrap-style:square" from="5872,-19" to="63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line id="Line 35" o:spid="_x0000_s1038" style="position:absolute;visibility:visible;mso-wrap-style:square" from="6361,-19" to="63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  <v:line id="Line 34" o:spid="_x0000_s1039" style="position:absolute;visibility:visible;mso-wrap-style:square" from="6371,-19" to="68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v:line id="Line 33" o:spid="_x0000_s1040" style="position:absolute;visibility:visible;mso-wrap-style:square" from="6861,-19" to="687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32" o:spid="_x0000_s1041" style="position:absolute;visibility:visible;mso-wrap-style:square" from="6870,-19" to="736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31" o:spid="_x0000_s1042" style="position:absolute;visibility:visible;mso-wrap-style:square" from="7362,-19" to="737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30" o:spid="_x0000_s1043" style="position:absolute;visibility:visible;mso-wrap-style:square" from="7372,-19" to="78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line id="Line 29" o:spid="_x0000_s1044" style="position:absolute;visibility:visible;mso-wrap-style:square" from="7861,-19" to="78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line id="Line 28" o:spid="_x0000_s1045" style="position:absolute;visibility:visible;mso-wrap-style:square" from="7871,-19" to="8356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27" o:spid="_x0000_s1046" style="position:absolute;visibility:visible;mso-wrap-style:square" from="3360,-23" to="3360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line id="Line 26" o:spid="_x0000_s1047" style="position:absolute;visibility:visible;mso-wrap-style:square" from="3356,560" to="336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line id="Line 25" o:spid="_x0000_s1048" style="position:absolute;visibility:visible;mso-wrap-style:square" from="3356,560" to="336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v:line id="Line 24" o:spid="_x0000_s1049" style="position:absolute;visibility:visible;mso-wrap-style:square" from="3365,560" to="3860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    <v:line id="Line 23" o:spid="_x0000_s1050" style="position:absolute;visibility:visible;mso-wrap-style:square" from="3846,560" to="385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v:line id="Line 22" o:spid="_x0000_s1051" style="position:absolute;visibility:visible;mso-wrap-style:square" from="3855,560" to="4362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line id="Line 21" o:spid="_x0000_s1052" style="position:absolute;visibility:visible;mso-wrap-style:square" from="4347,560" to="43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<v:line id="Line 20" o:spid="_x0000_s1053" style="position:absolute;visibility:visible;mso-wrap-style:square" from="4357,560" to="48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<v:line id="Line 19" o:spid="_x0000_s1054" style="position:absolute;visibility:visible;mso-wrap-style:square" from="4847,560" to="485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hB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ku4fkk/QK7/AQAA//8DAFBLAQItABQABgAIAAAAIQDb4fbL7gAAAIUBAAATAAAAAAAAAAAA&#10;AAAAAAAAAABbQ29udGVudF9UeXBlc10ueG1sUEsBAi0AFAAGAAgAAAAhAFr0LFu/AAAAFQEAAAsA&#10;AAAAAAAAAAAAAAAAHwEAAF9yZWxzLy5yZWxzUEsBAi0AFAAGAAgAAAAhAGwZCEHEAAAA2wAAAA8A&#10;AAAAAAAAAAAAAAAABwIAAGRycy9kb3ducmV2LnhtbFBLBQYAAAAAAwADALcAAAD4AgAAAAA=&#10;" strokeweight=".48pt"/>
                <v:line id="Line 18" o:spid="_x0000_s1055" style="position:absolute;visibility:visible;mso-wrap-style:square" from="4856,560" to="5360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line id="Line 17" o:spid="_x0000_s1056" style="position:absolute;visibility:visible;mso-wrap-style:square" from="5346,560" to="535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v:line id="Line 16" o:spid="_x0000_s1057" style="position:absolute;visibility:visible;mso-wrap-style:square" from="5355,560" to="5862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v:line id="Line 15" o:spid="_x0000_s1058" style="position:absolute;visibility:visible;mso-wrap-style:square" from="5848,560" to="58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Kl2xAAAANsAAAAPAAAAZHJzL2Rvd25yZXYueG1sRI9PawIx&#10;FMTvgt8hvEJvmq1C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IgoqXbEAAAA2wAAAA8A&#10;AAAAAAAAAAAAAAAABwIAAGRycy9kb3ducmV2LnhtbFBLBQYAAAAAAwADALcAAAD4AgAAAAA=&#10;" strokeweight=".48pt"/>
                <v:line id="Line 14" o:spid="_x0000_s1059" style="position:absolute;visibility:visible;mso-wrap-style:square" from="5857,560" to="63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v:line id="Line 13" o:spid="_x0000_s1060" style="position:absolute;visibility:visible;mso-wrap-style:square" from="6347,560" to="63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<v:line id="Line 12" o:spid="_x0000_s1061" style="position:absolute;visibility:visible;mso-wrap-style:square" from="6357,560" to="68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11" o:spid="_x0000_s1062" style="position:absolute;visibility:visible;mso-wrap-style:square" from="6846,560" to="685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v:line id="Line 10" o:spid="_x0000_s1063" style="position:absolute;visibility:visible;mso-wrap-style:square" from="6856,560" to="7362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sH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how7B8AAAADbAAAADwAAAAAA&#10;AAAAAAAAAAAHAgAAZHJzL2Rvd25yZXYueG1sUEsFBgAAAAADAAMAtwAAAPQCAAAAAA==&#10;" strokeweight=".48pt"/>
                <v:line id="Line 9" o:spid="_x0000_s1064" style="position:absolute;visibility:visible;mso-wrap-style:square" from="7348,560" to="73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J6c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OnAnpzEAAAA2wAAAA8A&#10;AAAAAAAAAAAAAAAABwIAAGRycy9kb3ducmV2LnhtbFBLBQYAAAAAAwADALcAAAD4AgAAAAA=&#10;" strokeweight=".48pt"/>
                <v:line id="Line 8" o:spid="_x0000_s1065" style="position:absolute;visibility:visible;mso-wrap-style:square" from="7357,560" to="78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R8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IPxEfMAAAADbAAAADwAAAAAA&#10;AAAAAAAAAAAHAgAAZHJzL2Rvd25yZXYueG1sUEsFBgAAAAADAAMAtwAAAPQCAAAAAA==&#10;" strokeweight=".48pt"/>
                <v:line id="Line 7" o:spid="_x0000_s1066" style="position:absolute;visibility:visible;mso-wrap-style:square" from="7847,560" to="78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HnwwAAANsAAAAPAAAAZHJzL2Rvd25yZXYueG1sRI9BawIx&#10;FITvQv9DeIXeNKuU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T7Dh58MAAADbAAAADwAA&#10;AAAAAAAAAAAAAAAHAgAAZHJzL2Rvd25yZXYueG1sUEsFBgAAAAADAAMAtwAAAPcCAAAAAA==&#10;" strokeweight=".48pt"/>
                <v:line id="Line 6" o:spid="_x0000_s1067" style="position:absolute;visibility:visible;mso-wrap-style:square" from="7857,560" to="835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+Q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L9if5DEAAAA2wAAAA8A&#10;AAAAAAAAAAAAAAAABwIAAGRycy9kb3ducmV2LnhtbFBLBQYAAAAAAwADALcAAAD4AgAAAAA=&#10;" strokeweight=".48pt"/>
                <v:line id="Line 5" o:spid="_x0000_s1068" style="position:absolute;visibility:visible;mso-wrap-style:square" from="8361,-23" to="8361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v:line id="Line 4" o:spid="_x0000_s1069" style="position:absolute;visibility:visible;mso-wrap-style:square" from="8356,560" to="836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    <v:line id="Line 3" o:spid="_x0000_s1070" style="position:absolute;visibility:visible;mso-wrap-style:square" from="8356,560" to="836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626983">
        <w:t>Cardholder's Name</w:t>
      </w:r>
    </w:p>
    <w:sectPr w:rsidR="00DA3618">
      <w:type w:val="continuous"/>
      <w:pgSz w:w="11910" w:h="16840"/>
      <w:pgMar w:top="1380" w:right="4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46D"/>
    <w:rsid w:val="0036746D"/>
    <w:rsid w:val="003A754A"/>
    <w:rsid w:val="00626983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7"/>
    <o:shapelayout v:ext="edit">
      <o:idmap v:ext="edit" data="1"/>
    </o:shapelayout>
  </w:shapeDefaults>
  <w:decimalSymbol w:val="."/>
  <w:listSeparator w:val=","/>
  <w15:docId w15:val="{D30BDFF8-F9C8-43DE-867D-4F76B664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"/>
      <w:ind w:left="2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slie.KM\AppData\Local\Microsoft\Windows\INetCache\Content.Outlook\0WRXSTC6\Credit%20Card%20Form%20Wor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Credit Card Form Word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Zeder</dc:creator>
  <cp:lastModifiedBy>Leslie Zeder</cp:lastModifiedBy>
  <cp:revision>1</cp:revision>
  <dcterms:created xsi:type="dcterms:W3CDTF">2018-09-23T23:28:00Z</dcterms:created>
  <dcterms:modified xsi:type="dcterms:W3CDTF">2018-09-23T23:29:00Z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2017-05-17T00:00:00Z</vt:filetime>
  </property>
</Properties>
</file>